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139D4C75" w:rsidR="00F422D3" w:rsidRDefault="00F422D3" w:rsidP="00B42F40">
      <w:pPr>
        <w:pStyle w:val="Titul2"/>
      </w:pPr>
      <w:r>
        <w:t>Název zakázky: „</w:t>
      </w:r>
      <w:r w:rsidR="00FE517B" w:rsidRPr="00FE517B">
        <w:t xml:space="preserve">Oprava provozních objektů v obvodu OŘ OVA 2023 - Ostrava ADM </w:t>
      </w:r>
      <w:proofErr w:type="gramStart"/>
      <w:r w:rsidR="00FE517B" w:rsidRPr="00FE517B">
        <w:t>Skladištní - vnitřní</w:t>
      </w:r>
      <w:proofErr w:type="gramEnd"/>
      <w:r w:rsidR="00FE517B" w:rsidRPr="00FE517B">
        <w:t xml:space="preserve"> stavební úpravy 2. etapa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746CC9"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5966579" w:rsidR="00F24489" w:rsidRDefault="00F24489" w:rsidP="00FE517B">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FE517B">
        <w:t>23069</w:t>
      </w:r>
      <w:bookmarkEnd w:id="0"/>
      <w:r w:rsidR="00FE517B">
        <w:t xml:space="preserve"> </w:t>
      </w:r>
      <w:r w:rsidRPr="00F97DBD">
        <w:t xml:space="preserve">svůj úmysl zadat </w:t>
      </w:r>
      <w:r>
        <w:t xml:space="preserve">ve výběrovém řízení </w:t>
      </w:r>
      <w:r w:rsidRPr="00F97DBD">
        <w:t xml:space="preserve">veřejnou zakázku s názvem </w:t>
      </w:r>
      <w:r w:rsidRPr="003F35F3">
        <w:rPr>
          <w:b/>
        </w:rPr>
        <w:t>„</w:t>
      </w:r>
      <w:r w:rsidR="00FE517B" w:rsidRPr="00FE517B">
        <w:rPr>
          <w:b/>
        </w:rPr>
        <w:t xml:space="preserve">Oprava provozních objektů v obvodu OŘ OVA 2023 - Ostrava ADM </w:t>
      </w:r>
      <w:proofErr w:type="gramStart"/>
      <w:r w:rsidR="00FE517B" w:rsidRPr="00FE517B">
        <w:rPr>
          <w:b/>
        </w:rPr>
        <w:t>Skladištní - vnitřní</w:t>
      </w:r>
      <w:proofErr w:type="gramEnd"/>
      <w:r w:rsidR="00FE517B" w:rsidRPr="00FE517B">
        <w:rPr>
          <w:b/>
        </w:rPr>
        <w:t xml:space="preserve"> stavební úpravy 2. etapa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3C39FB5C" w14:textId="6B302CD6" w:rsidR="00F24489" w:rsidRDefault="00F24489" w:rsidP="00F24489">
      <w:pPr>
        <w:pStyle w:val="Textbezslovn"/>
      </w:pPr>
      <w:r w:rsidRPr="00F74C7A">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3F728E62" w:rsidR="00F24489" w:rsidRPr="00F24489" w:rsidRDefault="00F24489" w:rsidP="00F24489">
      <w:pPr>
        <w:pStyle w:val="Textbezslovn"/>
        <w:rPr>
          <w:b/>
        </w:rPr>
      </w:pPr>
      <w:r w:rsidRPr="00F74C7A">
        <w:rPr>
          <w:b/>
        </w:rPr>
        <w:t>Zahájení stavebních prací: dnem předání Staveniště dle odst. 4.1.1</w:t>
      </w:r>
      <w:r w:rsidR="00746CC9">
        <w:rPr>
          <w:b/>
        </w:rPr>
        <w:t xml:space="preserve"> a čl. 5</w:t>
      </w:r>
      <w:r w:rsidRPr="00F74C7A">
        <w:rPr>
          <w:b/>
        </w:rPr>
        <w:t xml:space="preserve"> Přílohy č.2 b) Smlouvy.</w:t>
      </w:r>
    </w:p>
    <w:p w14:paraId="0532BC66" w14:textId="396105AA" w:rsidR="00F24489" w:rsidRPr="00F24489" w:rsidRDefault="00F24489" w:rsidP="00F24489">
      <w:pPr>
        <w:pStyle w:val="Textbezslovn"/>
        <w:rPr>
          <w:b/>
        </w:rPr>
      </w:pPr>
      <w:r w:rsidRPr="00F24489">
        <w:rPr>
          <w:b/>
        </w:rPr>
        <w:t xml:space="preserve">Celková lhůta pro dokončení Díla činí </w:t>
      </w:r>
      <w:r w:rsidRPr="00F74C7A">
        <w:rPr>
          <w:b/>
        </w:rPr>
        <w:t xml:space="preserve">celkem </w:t>
      </w:r>
      <w:r w:rsidR="00F74C7A" w:rsidRPr="00F74C7A">
        <w:rPr>
          <w:b/>
        </w:rPr>
        <w:t xml:space="preserve">7 </w:t>
      </w:r>
      <w:r w:rsidRPr="00F74C7A">
        <w:rPr>
          <w:b/>
        </w:rPr>
        <w:t>měsíců ode</w:t>
      </w:r>
      <w:r w:rsidRPr="00F24489">
        <w:rPr>
          <w:b/>
        </w:rPr>
        <w:t xml:space="preserve"> Dne zahájení stavebních prací (dokladem prokazujícím, že Zhotovitel dokončil celé Dílo, je Předávací protokol dle odst. 10.4 Obchodních podmínek).</w:t>
      </w:r>
    </w:p>
    <w:p w14:paraId="067250B4" w14:textId="5F15AE41" w:rsidR="00F24489" w:rsidRDefault="00F24489" w:rsidP="00F24489">
      <w:pPr>
        <w:pStyle w:val="Textbezslovn"/>
      </w:pPr>
      <w:r w:rsidRPr="00F97DBD">
        <w:t xml:space="preserve">Lhůta pro dokončení stavebních prací činí celkem </w:t>
      </w:r>
      <w:r w:rsidR="00F74C7A" w:rsidRPr="00F74C7A">
        <w:rPr>
          <w:b/>
        </w:rPr>
        <w:t>6</w:t>
      </w:r>
      <w:r w:rsidRPr="00F74C7A">
        <w:rPr>
          <w:b/>
        </w:rPr>
        <w:t xml:space="preserve"> měsíců</w:t>
      </w:r>
      <w:r w:rsidRPr="00F74C7A">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2C33E19E" w:rsidR="00F24489" w:rsidRDefault="00F74C7A" w:rsidP="00F24489">
      <w:pPr>
        <w:pStyle w:val="Textbezslovn"/>
      </w:pPr>
      <w:r w:rsidRPr="00F74C7A">
        <w:t>P</w:t>
      </w:r>
      <w:r w:rsidR="00F24489" w:rsidRPr="00F74C7A">
        <w:t xml:space="preserve">ředání souborného zpracování geodetické části dokumentace skutečného provedení stavby a kompletní technické části dokumentace skutečného provedení stavby bude provedeno nejpozději do </w:t>
      </w:r>
      <w:r w:rsidRPr="00F74C7A">
        <w:rPr>
          <w:b/>
        </w:rPr>
        <w:t>1</w:t>
      </w:r>
      <w:r w:rsidR="00F24489" w:rsidRPr="00F74C7A">
        <w:rPr>
          <w:b/>
        </w:rPr>
        <w:t xml:space="preserve"> měsíc</w:t>
      </w:r>
      <w:r w:rsidRPr="00F74C7A">
        <w:rPr>
          <w:b/>
        </w:rPr>
        <w:t>e</w:t>
      </w:r>
      <w:r w:rsidR="00F24489" w:rsidRPr="00F74C7A">
        <w:t xml:space="preserve"> ode dne podpisu posledního Zápisu o předání a převzetí Díla.</w:t>
      </w:r>
    </w:p>
    <w:p w14:paraId="4EA90C5B" w14:textId="4C7B2AD9" w:rsidR="00F24489" w:rsidRPr="003F35F3" w:rsidRDefault="00F24489" w:rsidP="00F24489">
      <w:pPr>
        <w:pStyle w:val="Textbezslovn"/>
      </w:pPr>
      <w:r w:rsidRPr="00F74C7A">
        <w:lastRenderedPageBreak/>
        <w:t xml:space="preserve">Lhůty stanovené </w:t>
      </w:r>
      <w:r w:rsidR="00587349" w:rsidRPr="00F74C7A">
        <w:t>v čl. 1.7.3.2 odst. 5 a čl. 1.11.5.1 odst. 3 Technických kvalitativních podmínek staveb státních drah (TKP)</w:t>
      </w:r>
      <w:r w:rsidRPr="00F74C7A">
        <w:t xml:space="preserve"> a lhůty stanovené v odst. 2.10 a 2.11 Obchodních </w:t>
      </w:r>
      <w:proofErr w:type="gramStart"/>
      <w:r w:rsidRPr="00F74C7A">
        <w:t>podmínek  se</w:t>
      </w:r>
      <w:proofErr w:type="gramEnd"/>
      <w:r w:rsidRPr="00F74C7A">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63F25786" w:rsidR="00F24489" w:rsidRDefault="00F24489" w:rsidP="00F24489">
      <w:pPr>
        <w:pStyle w:val="Text1-1"/>
      </w:pPr>
      <w:r w:rsidRPr="00F97DBD">
        <w:t xml:space="preserve">Místo plnění je dáno místem, v němž má být Dílo dle </w:t>
      </w:r>
      <w:r>
        <w:t xml:space="preserve">Dokumentace pro stavební povolení </w:t>
      </w:r>
      <w:r w:rsidR="00746CC9">
        <w:t xml:space="preserve">a pro provedení stavby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w:t>
      </w:r>
      <w:proofErr w:type="gramStart"/>
      <w:r w:rsidRPr="003B065F">
        <w:t>14,  čl.</w:t>
      </w:r>
      <w:proofErr w:type="gramEnd"/>
      <w:r w:rsidRPr="003B065F">
        <w:t xml:space="preserve"> 15, čl. 20.19 a čl. 21.1.3 Obchodních podmínek se tedy nepoužije.</w:t>
      </w:r>
    </w:p>
    <w:p w14:paraId="75D7E8A8" w14:textId="38C08A86" w:rsidR="00214C3E" w:rsidRPr="005C4BF3" w:rsidRDefault="00214C3E" w:rsidP="005C4BF3">
      <w:pPr>
        <w:pStyle w:val="Text1-1"/>
      </w:pPr>
      <w:r w:rsidRPr="005C4BF3">
        <w:t xml:space="preserve">Při realizaci Díla nejsou plánovány výluky. Pokud z důvodů na straně Zhotovitele bude nutné výluku realizovat, dohodly se Smluvní strany, že na takovouto výluku se uplatní </w:t>
      </w:r>
      <w:proofErr w:type="gramStart"/>
      <w:r w:rsidRPr="005C4BF3">
        <w:t>ustanovení  odst.</w:t>
      </w:r>
      <w:proofErr w:type="gramEnd"/>
      <w:r w:rsidRPr="005C4BF3">
        <w:t xml:space="preserve">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w:t>
      </w:r>
      <w:proofErr w:type="gramStart"/>
      <w:r>
        <w:t>7)dní</w:t>
      </w:r>
      <w:proofErr w:type="gramEnd"/>
      <w:r>
        <w:t>.</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w:t>
      </w:r>
      <w:proofErr w:type="gramStart"/>
      <w:r w:rsidRPr="00055FC4">
        <w:t>předloží</w:t>
      </w:r>
      <w:proofErr w:type="gramEnd"/>
      <w:r w:rsidRPr="00055FC4">
        <w:t xml:space="preserve"> pro tuto novou oprávněnou osobu </w:t>
      </w:r>
      <w:r w:rsidRPr="005A7872">
        <w:t xml:space="preserve">kopie dokladů, jimiž v zadávacím řízení prokazoval kvalifikaci oprávněné osoby, a to ve stejném rozsahu. V případě, že si Objednatel </w:t>
      </w:r>
      <w:r w:rsidRPr="005A7872">
        <w:lastRenderedPageBreak/>
        <w:t xml:space="preserve">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69166350" w:rsidR="00214C3E" w:rsidRPr="00546A53" w:rsidRDefault="00546A53" w:rsidP="00546A53">
      <w:pPr>
        <w:pStyle w:val="Text1-1"/>
      </w:pPr>
      <w:r w:rsidRPr="00546A53">
        <w:rPr>
          <w:lang w:val="en-US"/>
        </w:rPr>
        <w:t>U</w:t>
      </w:r>
      <w:r w:rsidR="00214C3E" w:rsidRPr="00546A53">
        <w:t>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w:t>
      </w:r>
      <w:proofErr w:type="gramStart"/>
      <w:r w:rsidRPr="00C303D3">
        <w:rPr>
          <w:rFonts w:ascii="Verdana" w:hAnsi="Verdana" w:cstheme="minorHAnsi"/>
        </w:rPr>
        <w:t>2b</w:t>
      </w:r>
      <w:proofErr w:type="gramEnd"/>
      <w:r w:rsidRPr="00C303D3">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 xml:space="preserve">méně než </w:t>
      </w:r>
      <w:proofErr w:type="gramStart"/>
      <w:r>
        <w:t>10.000,-</w:t>
      </w:r>
      <w:proofErr w:type="gramEnd"/>
      <w:r>
        <w:t xml:space="preserve">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 xml:space="preserve">méně než </w:t>
      </w:r>
      <w:proofErr w:type="gramStart"/>
      <w:r>
        <w:t>20.000,-</w:t>
      </w:r>
      <w:proofErr w:type="gramEnd"/>
      <w:r>
        <w:t xml:space="preserve">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 xml:space="preserve">méně než </w:t>
      </w:r>
      <w:proofErr w:type="gramStart"/>
      <w:r>
        <w:t>5.000,-</w:t>
      </w:r>
      <w:proofErr w:type="gramEnd"/>
      <w:r>
        <w:t xml:space="preserve">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lastRenderedPageBreak/>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sidRPr="0010127F">
        <w:rPr>
          <w:rStyle w:val="Tun"/>
          <w:b w:val="0"/>
        </w:rPr>
        <w:t>tvoří</w:t>
      </w:r>
      <w:proofErr w:type="gramEnd"/>
      <w:r w:rsidRPr="0010127F">
        <w:rPr>
          <w:rStyle w:val="Tun"/>
          <w:b w:val="0"/>
        </w:rPr>
        <w:t xml:space="preserve">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4BEEE57F" w14:textId="77777777" w:rsidR="00611DEA" w:rsidRPr="0029677D" w:rsidRDefault="00611DEA" w:rsidP="00611DEA">
      <w:pPr>
        <w:pStyle w:val="Text1-1"/>
      </w:pPr>
      <w:r w:rsidRPr="0029677D">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lastRenderedPageBreak/>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w:t>
      </w:r>
      <w:r w:rsidRPr="00516813">
        <w:lastRenderedPageBreak/>
        <w:t xml:space="preserve">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w:t>
            </w:r>
            <w:proofErr w:type="gramStart"/>
            <w:r w:rsidRPr="00F97DBD">
              <w:t xml:space="preserve">podmínky </w:t>
            </w:r>
            <w:r w:rsidR="00667D88" w:rsidRPr="009972D6">
              <w:t xml:space="preserve">- </w:t>
            </w:r>
            <w:r w:rsidR="00667D88" w:rsidRPr="009972D6">
              <w:rPr>
                <w:rFonts w:ascii="Verdana" w:hAnsi="Verdana"/>
              </w:rPr>
              <w:t>OP</w:t>
            </w:r>
            <w:proofErr w:type="gramEnd"/>
            <w:r w:rsidR="00667D88" w:rsidRPr="009972D6">
              <w:rPr>
                <w:rFonts w:ascii="Verdana" w:hAnsi="Verdana"/>
              </w:rPr>
              <w:t>/R/23/21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477D8E10" w:rsidR="00214C3E" w:rsidRPr="00F97DBD" w:rsidRDefault="00214C3E" w:rsidP="005C4BF3">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 xml:space="preserve">Související </w:t>
            </w:r>
            <w:proofErr w:type="gramStart"/>
            <w:r w:rsidRPr="00F97DBD">
              <w:t>dokumenty</w:t>
            </w:r>
            <w:r w:rsidR="008D063C">
              <w:t xml:space="preserve"> - přehled</w:t>
            </w:r>
            <w:proofErr w:type="gramEnd"/>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746CC9"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lastRenderedPageBreak/>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lastRenderedPageBreak/>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4A412DD7"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2C1910">
        <w:rPr>
          <w:b/>
        </w:rPr>
        <w:t>31. 3. 2023</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 xml:space="preserve">Související </w:t>
      </w:r>
      <w:proofErr w:type="gramStart"/>
      <w:r w:rsidRPr="00F97DBD">
        <w:t>dokumenty</w:t>
      </w:r>
      <w:r w:rsidR="00D46BC5">
        <w:t xml:space="preserve"> - přehled</w:t>
      </w:r>
      <w:proofErr w:type="gramEnd"/>
    </w:p>
    <w:p w14:paraId="1128D1F8" w14:textId="5BAC95C9" w:rsidR="00D94010" w:rsidRPr="00D94010" w:rsidRDefault="00D94010" w:rsidP="00D94010">
      <w:pPr>
        <w:numPr>
          <w:ilvl w:val="0"/>
          <w:numId w:val="50"/>
        </w:numPr>
        <w:spacing w:after="120"/>
        <w:ind w:left="1418" w:hanging="425"/>
        <w:jc w:val="both"/>
      </w:pPr>
      <w:r w:rsidRPr="00D94010">
        <w:t xml:space="preserve">Projektová dokumentace pro </w:t>
      </w:r>
      <w:r w:rsidR="00746CC9">
        <w:t xml:space="preserve">stavební </w:t>
      </w:r>
      <w:r w:rsidRPr="00D94010">
        <w:t xml:space="preserve">povolení a </w:t>
      </w:r>
      <w:r w:rsidR="00746CC9">
        <w:t xml:space="preserve">pro </w:t>
      </w:r>
      <w:r w:rsidRPr="00D94010">
        <w:t>provádění stavby (DSP+PDPS)</w:t>
      </w:r>
    </w:p>
    <w:p w14:paraId="660BD3B5" w14:textId="77777777" w:rsidR="00D94010" w:rsidRPr="00D94010" w:rsidRDefault="00D94010" w:rsidP="00D94010">
      <w:pPr>
        <w:spacing w:after="120"/>
        <w:ind w:left="1457"/>
        <w:jc w:val="both"/>
      </w:pPr>
      <w:r w:rsidRPr="00D94010">
        <w:t>Název DSP+PDPS: Ostrava Skladištní – oprava administrativní budovy</w:t>
      </w:r>
    </w:p>
    <w:p w14:paraId="68A9DE94" w14:textId="3209F9D7" w:rsidR="0028389C" w:rsidRPr="00D94010" w:rsidRDefault="00D94010" w:rsidP="00D94010">
      <w:pPr>
        <w:spacing w:after="120"/>
        <w:ind w:left="1418"/>
        <w:jc w:val="both"/>
      </w:pPr>
      <w:r w:rsidRPr="00D94010">
        <w:t xml:space="preserve">Zpracována Ing. Pavlem Krátkým se sídlem </w:t>
      </w:r>
      <w:r w:rsidR="00746CC9" w:rsidRPr="00D94010">
        <w:t>Opavská 6230/</w:t>
      </w:r>
      <w:proofErr w:type="gramStart"/>
      <w:r w:rsidR="00746CC9" w:rsidRPr="00D94010">
        <w:t>29a</w:t>
      </w:r>
      <w:proofErr w:type="gramEnd"/>
      <w:r w:rsidR="00746CC9">
        <w:t>, 708 00</w:t>
      </w:r>
      <w:r w:rsidR="00746CC9" w:rsidRPr="00D94010">
        <w:t xml:space="preserve"> </w:t>
      </w:r>
      <w:r w:rsidRPr="00D94010">
        <w:t xml:space="preserve">Ostrava - Poruba, IČO 47684577.  </w:t>
      </w:r>
    </w:p>
    <w:p w14:paraId="58B8907F" w14:textId="20BE244D" w:rsidR="0028389C" w:rsidRDefault="0028389C" w:rsidP="0028389C">
      <w:pPr>
        <w:pStyle w:val="Odrka1-1"/>
        <w:numPr>
          <w:ilvl w:val="0"/>
          <w:numId w:val="0"/>
        </w:numPr>
        <w:ind w:left="1077" w:hanging="340"/>
        <w:rPr>
          <w:highlight w:val="green"/>
        </w:rPr>
      </w:pPr>
    </w:p>
    <w:p w14:paraId="39835D23" w14:textId="5CF6B785" w:rsidR="0028389C" w:rsidRPr="00D94010" w:rsidRDefault="00D94010" w:rsidP="0028389C">
      <w:pPr>
        <w:pStyle w:val="Odrka1-1"/>
        <w:numPr>
          <w:ilvl w:val="0"/>
          <w:numId w:val="0"/>
        </w:numPr>
        <w:ind w:left="1077"/>
        <w:rPr>
          <w:rFonts w:ascii="Verdana" w:eastAsia="Verdana" w:hAnsi="Verdana" w:cs="Times New Roman"/>
        </w:rPr>
      </w:pPr>
      <w:r w:rsidRPr="00D94010">
        <w:rPr>
          <w:rFonts w:ascii="Verdana" w:eastAsia="Verdana" w:hAnsi="Verdana" w:cs="Times New Roman"/>
        </w:rPr>
        <w:t xml:space="preserve">(DSP+PDPS </w:t>
      </w:r>
      <w:r w:rsidR="0028389C" w:rsidRPr="00D94010">
        <w:rPr>
          <w:rFonts w:ascii="Verdana" w:eastAsia="Verdana" w:hAnsi="Verdana" w:cs="Times New Roman"/>
        </w:rPr>
        <w:t>byla poskytnuta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393B78">
        <w:lastRenderedPageBreak/>
        <w:t>Pří</w:t>
      </w:r>
      <w:r w:rsidR="002C7A28" w:rsidRPr="00393B7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746CC9"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93B78"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393B78" w:rsidRPr="00F95FBD" w:rsidRDefault="00393B78" w:rsidP="00393B78">
            <w:pPr>
              <w:pStyle w:val="Tabulka"/>
              <w:rPr>
                <w:rStyle w:val="Nadpisvtabulce"/>
                <w:b w:val="0"/>
              </w:rPr>
            </w:pPr>
            <w:r w:rsidRPr="00F95FBD">
              <w:rPr>
                <w:rStyle w:val="Nadpisvtabulce"/>
                <w:b w:val="0"/>
              </w:rPr>
              <w:t>Jméno a příjmení</w:t>
            </w:r>
          </w:p>
        </w:tc>
        <w:tc>
          <w:tcPr>
            <w:tcW w:w="5812" w:type="dxa"/>
          </w:tcPr>
          <w:p w14:paraId="7FFD695F" w14:textId="6B43725A" w:rsidR="00393B78" w:rsidRPr="00393B78" w:rsidRDefault="00393B78" w:rsidP="00393B78">
            <w:pPr>
              <w:pStyle w:val="Tabulka"/>
              <w:cnfStyle w:val="100000000000" w:firstRow="1" w:lastRow="0" w:firstColumn="0" w:lastColumn="0" w:oddVBand="0" w:evenVBand="0" w:oddHBand="0" w:evenHBand="0" w:firstRowFirstColumn="0" w:firstRowLastColumn="0" w:lastRowFirstColumn="0" w:lastRowLastColumn="0"/>
              <w:rPr>
                <w:sz w:val="18"/>
              </w:rPr>
            </w:pPr>
            <w:r w:rsidRPr="00393B78">
              <w:rPr>
                <w:sz w:val="18"/>
              </w:rPr>
              <w:t>Ing. Pavla OLŠOVSKÁ</w:t>
            </w:r>
          </w:p>
        </w:tc>
      </w:tr>
      <w:tr w:rsidR="00393B78"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393B78" w:rsidRPr="00F95FBD" w:rsidRDefault="00393B78" w:rsidP="00393B78">
            <w:pPr>
              <w:pStyle w:val="Tabulka"/>
              <w:rPr>
                <w:sz w:val="18"/>
              </w:rPr>
            </w:pPr>
            <w:r w:rsidRPr="00F95FBD">
              <w:rPr>
                <w:sz w:val="18"/>
              </w:rPr>
              <w:t>Adresa</w:t>
            </w:r>
          </w:p>
        </w:tc>
        <w:tc>
          <w:tcPr>
            <w:tcW w:w="5812" w:type="dxa"/>
          </w:tcPr>
          <w:p w14:paraId="4A003418" w14:textId="7118D0F6" w:rsidR="00393B78" w:rsidRPr="00393B78" w:rsidRDefault="00393B78" w:rsidP="00393B78">
            <w:pPr>
              <w:pStyle w:val="Tabulka"/>
              <w:cnfStyle w:val="000000000000" w:firstRow="0" w:lastRow="0" w:firstColumn="0" w:lastColumn="0" w:oddVBand="0" w:evenVBand="0" w:oddHBand="0" w:evenHBand="0" w:firstRowFirstColumn="0" w:firstRowLastColumn="0" w:lastRowFirstColumn="0" w:lastRowLastColumn="0"/>
              <w:rPr>
                <w:sz w:val="18"/>
              </w:rPr>
            </w:pPr>
            <w:r w:rsidRPr="00393B78">
              <w:rPr>
                <w:sz w:val="18"/>
              </w:rPr>
              <w:t>Správa železnic, státní organizace, OŘ OVA, Muglinovská 1038/5, 702 00 Ostrava</w:t>
            </w:r>
          </w:p>
        </w:tc>
      </w:tr>
      <w:tr w:rsidR="00393B78"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393B78" w:rsidRPr="00F95FBD" w:rsidRDefault="00393B78" w:rsidP="00393B78">
            <w:pPr>
              <w:pStyle w:val="Tabulka"/>
              <w:rPr>
                <w:sz w:val="18"/>
              </w:rPr>
            </w:pPr>
            <w:r w:rsidRPr="00F95FBD">
              <w:rPr>
                <w:sz w:val="18"/>
              </w:rPr>
              <w:t>E-mail</w:t>
            </w:r>
          </w:p>
        </w:tc>
        <w:tc>
          <w:tcPr>
            <w:tcW w:w="5812" w:type="dxa"/>
          </w:tcPr>
          <w:p w14:paraId="33B0A41F" w14:textId="2D7315E5" w:rsidR="00393B78" w:rsidRPr="00393B78" w:rsidRDefault="00393B78" w:rsidP="00393B78">
            <w:pPr>
              <w:pStyle w:val="Tabulka"/>
              <w:cnfStyle w:val="000000000000" w:firstRow="0" w:lastRow="0" w:firstColumn="0" w:lastColumn="0" w:oddVBand="0" w:evenVBand="0" w:oddHBand="0" w:evenHBand="0" w:firstRowFirstColumn="0" w:firstRowLastColumn="0" w:lastRowFirstColumn="0" w:lastRowLastColumn="0"/>
              <w:rPr>
                <w:sz w:val="18"/>
              </w:rPr>
            </w:pPr>
            <w:r w:rsidRPr="00393B78">
              <w:rPr>
                <w:sz w:val="18"/>
              </w:rPr>
              <w:t>Olsovska@spravazeleznic.cz</w:t>
            </w:r>
          </w:p>
        </w:tc>
      </w:tr>
      <w:tr w:rsidR="00393B78"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393B78" w:rsidRPr="00F95FBD" w:rsidRDefault="00393B78" w:rsidP="00393B78">
            <w:pPr>
              <w:pStyle w:val="Tabulka"/>
              <w:rPr>
                <w:sz w:val="18"/>
              </w:rPr>
            </w:pPr>
            <w:r w:rsidRPr="00F95FBD">
              <w:rPr>
                <w:sz w:val="18"/>
              </w:rPr>
              <w:t>Telefon</w:t>
            </w:r>
          </w:p>
        </w:tc>
        <w:tc>
          <w:tcPr>
            <w:tcW w:w="5812" w:type="dxa"/>
          </w:tcPr>
          <w:p w14:paraId="6B43D0F7" w14:textId="48337155" w:rsidR="00393B78" w:rsidRPr="00393B78" w:rsidRDefault="00393B78" w:rsidP="00393B78">
            <w:pPr>
              <w:pStyle w:val="Tabulka"/>
              <w:cnfStyle w:val="000000000000" w:firstRow="0" w:lastRow="0" w:firstColumn="0" w:lastColumn="0" w:oddVBand="0" w:evenVBand="0" w:oddHBand="0" w:evenHBand="0" w:firstRowFirstColumn="0" w:firstRowLastColumn="0" w:lastRowFirstColumn="0" w:lastRowLastColumn="0"/>
              <w:rPr>
                <w:sz w:val="18"/>
              </w:rPr>
            </w:pPr>
            <w:r w:rsidRPr="00393B78">
              <w:rPr>
                <w:sz w:val="18"/>
              </w:rPr>
              <w:t>+420 972 766 200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1E9EAC03" w:rsidR="00ED29F1" w:rsidRPr="00F95FBD" w:rsidRDefault="00393B7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Ivo AXMANN</w:t>
            </w:r>
          </w:p>
        </w:tc>
      </w:tr>
      <w:tr w:rsidR="00393B78"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393B78" w:rsidRPr="00F95FBD" w:rsidRDefault="00393B78" w:rsidP="00393B78">
            <w:pPr>
              <w:pStyle w:val="Tabulka"/>
              <w:rPr>
                <w:sz w:val="18"/>
              </w:rPr>
            </w:pPr>
            <w:r w:rsidRPr="00F95FBD">
              <w:rPr>
                <w:sz w:val="18"/>
              </w:rPr>
              <w:t>Adresa</w:t>
            </w:r>
          </w:p>
        </w:tc>
        <w:tc>
          <w:tcPr>
            <w:tcW w:w="5812" w:type="dxa"/>
          </w:tcPr>
          <w:p w14:paraId="5568F927" w14:textId="7AACC6E0" w:rsidR="00393B78" w:rsidRPr="00F95FBD" w:rsidRDefault="00393B78" w:rsidP="00393B78">
            <w:pPr>
              <w:pStyle w:val="Tabulka"/>
              <w:cnfStyle w:val="000000000000" w:firstRow="0" w:lastRow="0" w:firstColumn="0" w:lastColumn="0" w:oddVBand="0" w:evenVBand="0" w:oddHBand="0" w:evenHBand="0" w:firstRowFirstColumn="0" w:firstRowLastColumn="0" w:lastRowFirstColumn="0" w:lastRowLastColumn="0"/>
              <w:rPr>
                <w:sz w:val="18"/>
              </w:rPr>
            </w:pPr>
            <w:r w:rsidRPr="00713CC1">
              <w:rPr>
                <w:sz w:val="18"/>
              </w:rPr>
              <w:t>Správa železnic, státní organizace, OŘ OVA, Muglinovská 1038/5, 702 00 Ostrava</w:t>
            </w:r>
          </w:p>
        </w:tc>
      </w:tr>
      <w:tr w:rsidR="00393B78"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393B78" w:rsidRPr="00F95FBD" w:rsidRDefault="00393B78" w:rsidP="00393B78">
            <w:pPr>
              <w:pStyle w:val="Tabulka"/>
              <w:rPr>
                <w:sz w:val="18"/>
              </w:rPr>
            </w:pPr>
            <w:r w:rsidRPr="00F95FBD">
              <w:rPr>
                <w:sz w:val="18"/>
              </w:rPr>
              <w:t>E-mail</w:t>
            </w:r>
          </w:p>
        </w:tc>
        <w:tc>
          <w:tcPr>
            <w:tcW w:w="5812" w:type="dxa"/>
          </w:tcPr>
          <w:p w14:paraId="4E7FD601" w14:textId="39469EE8" w:rsidR="00393B78" w:rsidRPr="00F95FBD" w:rsidRDefault="00393B78" w:rsidP="00393B7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Axmann</w:t>
            </w:r>
            <w:r w:rsidRPr="00713CC1">
              <w:rPr>
                <w:sz w:val="18"/>
              </w:rPr>
              <w:t>@spravazeleznic.cz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18448AA5" w:rsidR="00ED29F1" w:rsidRPr="00F95FBD" w:rsidRDefault="00393B7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3B78">
              <w:rPr>
                <w:sz w:val="18"/>
              </w:rPr>
              <w:t>+420 720 943 233</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393B78"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393B78" w:rsidRPr="00F95FBD" w:rsidRDefault="00393B78" w:rsidP="00393B78">
            <w:pPr>
              <w:pStyle w:val="Tabulka"/>
              <w:rPr>
                <w:rStyle w:val="Nadpisvtabulce"/>
                <w:b w:val="0"/>
              </w:rPr>
            </w:pPr>
            <w:r w:rsidRPr="00F95FBD">
              <w:rPr>
                <w:rStyle w:val="Nadpisvtabulce"/>
                <w:b w:val="0"/>
              </w:rPr>
              <w:t>Jméno a příjmení</w:t>
            </w:r>
          </w:p>
        </w:tc>
        <w:tc>
          <w:tcPr>
            <w:tcW w:w="5812" w:type="dxa"/>
          </w:tcPr>
          <w:p w14:paraId="5A873428" w14:textId="6C070F30" w:rsidR="00393B78" w:rsidRPr="00393B78" w:rsidRDefault="00393B78" w:rsidP="00393B78">
            <w:pPr>
              <w:pStyle w:val="Tabulka"/>
              <w:cnfStyle w:val="100000000000" w:firstRow="1" w:lastRow="0" w:firstColumn="0" w:lastColumn="0" w:oddVBand="0" w:evenVBand="0" w:oddHBand="0" w:evenHBand="0" w:firstRowFirstColumn="0" w:firstRowLastColumn="0" w:lastRowFirstColumn="0" w:lastRowLastColumn="0"/>
              <w:rPr>
                <w:sz w:val="18"/>
              </w:rPr>
            </w:pPr>
            <w:r w:rsidRPr="00393B78">
              <w:rPr>
                <w:sz w:val="18"/>
              </w:rPr>
              <w:t>Ing. Martin VOTOUPAL</w:t>
            </w:r>
          </w:p>
        </w:tc>
      </w:tr>
      <w:tr w:rsidR="00393B78"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393B78" w:rsidRPr="00F95FBD" w:rsidRDefault="00393B78" w:rsidP="00393B78">
            <w:pPr>
              <w:pStyle w:val="Tabulka"/>
              <w:rPr>
                <w:sz w:val="18"/>
              </w:rPr>
            </w:pPr>
            <w:r w:rsidRPr="00F95FBD">
              <w:rPr>
                <w:sz w:val="18"/>
              </w:rPr>
              <w:t>Adresa</w:t>
            </w:r>
          </w:p>
        </w:tc>
        <w:tc>
          <w:tcPr>
            <w:tcW w:w="5812" w:type="dxa"/>
          </w:tcPr>
          <w:p w14:paraId="7C1552E1" w14:textId="28AFA14A" w:rsidR="00393B78" w:rsidRPr="00393B78" w:rsidRDefault="00393B78" w:rsidP="00393B78">
            <w:pPr>
              <w:pStyle w:val="Tabulka"/>
              <w:cnfStyle w:val="000000000000" w:firstRow="0" w:lastRow="0" w:firstColumn="0" w:lastColumn="0" w:oddVBand="0" w:evenVBand="0" w:oddHBand="0" w:evenHBand="0" w:firstRowFirstColumn="0" w:firstRowLastColumn="0" w:lastRowFirstColumn="0" w:lastRowLastColumn="0"/>
              <w:rPr>
                <w:sz w:val="18"/>
              </w:rPr>
            </w:pPr>
            <w:r w:rsidRPr="00393B78">
              <w:rPr>
                <w:sz w:val="18"/>
              </w:rPr>
              <w:t>SŽG, Skladištní 1151/27+29, 702 00 Ostrava</w:t>
            </w:r>
          </w:p>
        </w:tc>
      </w:tr>
      <w:tr w:rsidR="00393B78"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393B78" w:rsidRPr="00F95FBD" w:rsidRDefault="00393B78" w:rsidP="00393B78">
            <w:pPr>
              <w:pStyle w:val="Tabulka"/>
              <w:rPr>
                <w:sz w:val="18"/>
              </w:rPr>
            </w:pPr>
            <w:r w:rsidRPr="00F95FBD">
              <w:rPr>
                <w:sz w:val="18"/>
              </w:rPr>
              <w:t>E-mail</w:t>
            </w:r>
          </w:p>
        </w:tc>
        <w:tc>
          <w:tcPr>
            <w:tcW w:w="5812" w:type="dxa"/>
          </w:tcPr>
          <w:p w14:paraId="789E02D8" w14:textId="3AB04A37" w:rsidR="00393B78" w:rsidRPr="00393B78" w:rsidRDefault="00393B78" w:rsidP="00393B78">
            <w:pPr>
              <w:pStyle w:val="Tabulka"/>
              <w:cnfStyle w:val="000000000000" w:firstRow="0" w:lastRow="0" w:firstColumn="0" w:lastColumn="0" w:oddVBand="0" w:evenVBand="0" w:oddHBand="0" w:evenHBand="0" w:firstRowFirstColumn="0" w:firstRowLastColumn="0" w:lastRowFirstColumn="0" w:lastRowLastColumn="0"/>
              <w:rPr>
                <w:sz w:val="18"/>
              </w:rPr>
            </w:pPr>
            <w:r w:rsidRPr="00393B78">
              <w:rPr>
                <w:sz w:val="18"/>
              </w:rPr>
              <w:t>Votoupal@spravazeleznic.cz</w:t>
            </w:r>
          </w:p>
        </w:tc>
      </w:tr>
      <w:tr w:rsidR="00393B78"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393B78" w:rsidRPr="00F95FBD" w:rsidRDefault="00393B78" w:rsidP="00393B78">
            <w:pPr>
              <w:pStyle w:val="Tabulka"/>
              <w:rPr>
                <w:sz w:val="18"/>
              </w:rPr>
            </w:pPr>
            <w:r w:rsidRPr="00F95FBD">
              <w:rPr>
                <w:sz w:val="18"/>
              </w:rPr>
              <w:t>Telefon</w:t>
            </w:r>
          </w:p>
        </w:tc>
        <w:tc>
          <w:tcPr>
            <w:tcW w:w="5812" w:type="dxa"/>
          </w:tcPr>
          <w:p w14:paraId="0EC75122" w14:textId="05C16E27" w:rsidR="00393B78" w:rsidRPr="00393B78" w:rsidRDefault="00393B78" w:rsidP="00393B78">
            <w:pPr>
              <w:pStyle w:val="Tabulka"/>
              <w:cnfStyle w:val="000000000000" w:firstRow="0" w:lastRow="0" w:firstColumn="0" w:lastColumn="0" w:oddVBand="0" w:evenVBand="0" w:oddHBand="0" w:evenHBand="0" w:firstRowFirstColumn="0" w:firstRowLastColumn="0" w:lastRowFirstColumn="0" w:lastRowLastColumn="0"/>
              <w:rPr>
                <w:sz w:val="18"/>
              </w:rPr>
            </w:pPr>
            <w:r w:rsidRPr="00393B78">
              <w:rPr>
                <w:sz w:val="18"/>
              </w:rPr>
              <w:t>+420 972 762 033</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1A342A0" w14:textId="25C581C9"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F8F8514" w14:textId="77777777" w:rsidR="002038D5" w:rsidRPr="00F95FBD" w:rsidRDefault="002038D5"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60A1B4DF"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683271" w:rsidRPr="00683271">
              <w:rPr>
                <w:rFonts w:eastAsia="Times New Roman" w:cs="Calibri"/>
                <w:color w:val="000000"/>
                <w:sz w:val="18"/>
                <w:lang w:eastAsia="cs-CZ"/>
              </w:rPr>
              <w:t>10</w:t>
            </w:r>
            <w:r w:rsidR="002C7A28" w:rsidRPr="00683271">
              <w:rPr>
                <w:rFonts w:eastAsia="Times New Roman" w:cs="Calibri"/>
                <w:color w:val="000000"/>
                <w:sz w:val="18"/>
                <w:lang w:eastAsia="cs-CZ"/>
              </w:rPr>
              <w:t xml:space="preserve"> mil. Kč</w:t>
            </w:r>
            <w:r w:rsidR="002C7A28" w:rsidRPr="00683271">
              <w:rPr>
                <w:rFonts w:eastAsia="Times New Roman" w:cs="Calibri"/>
                <w:sz w:val="18"/>
                <w:lang w:eastAsia="cs-CZ"/>
              </w:rPr>
              <w:t xml:space="preserve"> na jednu pojistnou událost a </w:t>
            </w:r>
            <w:r w:rsidR="00683271" w:rsidRPr="00683271">
              <w:rPr>
                <w:rFonts w:eastAsia="Times New Roman" w:cs="Calibri"/>
                <w:sz w:val="18"/>
                <w:lang w:eastAsia="cs-CZ"/>
              </w:rPr>
              <w:t>10</w:t>
            </w:r>
            <w:r w:rsidR="002C7A28" w:rsidRPr="00683271">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337891">
            <w:pPr>
              <w:rPr>
                <w:b/>
                <w:noProof/>
                <w:szCs w:val="20"/>
              </w:rPr>
            </w:pPr>
            <w:r w:rsidRPr="00404764">
              <w:rPr>
                <w:b/>
                <w:noProof/>
                <w:szCs w:val="20"/>
              </w:rPr>
              <w:t>Název zakázky:</w:t>
            </w:r>
          </w:p>
        </w:tc>
        <w:tc>
          <w:tcPr>
            <w:tcW w:w="4264" w:type="dxa"/>
          </w:tcPr>
          <w:p w14:paraId="20EF31B3"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337891">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337891">
            <w:pPr>
              <w:rPr>
                <w:b/>
                <w:noProof/>
                <w:szCs w:val="20"/>
              </w:rPr>
            </w:pPr>
            <w:r w:rsidRPr="00404764">
              <w:rPr>
                <w:b/>
                <w:noProof/>
                <w:szCs w:val="20"/>
              </w:rPr>
              <w:t>Objednatel:</w:t>
            </w:r>
          </w:p>
        </w:tc>
        <w:tc>
          <w:tcPr>
            <w:tcW w:w="4264" w:type="dxa"/>
          </w:tcPr>
          <w:p w14:paraId="21F2CFC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337891">
            <w:pPr>
              <w:rPr>
                <w:b/>
                <w:noProof/>
                <w:szCs w:val="20"/>
              </w:rPr>
            </w:pPr>
            <w:r w:rsidRPr="00404764">
              <w:rPr>
                <w:b/>
                <w:noProof/>
                <w:szCs w:val="20"/>
              </w:rPr>
              <w:t>Datum zahájení prací:</w:t>
            </w:r>
          </w:p>
        </w:tc>
        <w:tc>
          <w:tcPr>
            <w:tcW w:w="4264" w:type="dxa"/>
          </w:tcPr>
          <w:p w14:paraId="0BFBBAD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337891">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337891">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337891">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337891">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337891">
            <w:pPr>
              <w:rPr>
                <w:b/>
                <w:noProof/>
                <w:szCs w:val="20"/>
              </w:rPr>
            </w:pPr>
            <w:r w:rsidRPr="00404764">
              <w:rPr>
                <w:b/>
                <w:noProof/>
                <w:szCs w:val="20"/>
              </w:rPr>
              <w:t>Zhotovitel díla:</w:t>
            </w:r>
          </w:p>
        </w:tc>
        <w:tc>
          <w:tcPr>
            <w:tcW w:w="4264" w:type="dxa"/>
          </w:tcPr>
          <w:p w14:paraId="2209769C"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337891">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337891">
            <w:pPr>
              <w:rPr>
                <w:b/>
                <w:noProof/>
                <w:szCs w:val="20"/>
              </w:rPr>
            </w:pPr>
            <w:r w:rsidRPr="00404764">
              <w:rPr>
                <w:b/>
                <w:noProof/>
                <w:szCs w:val="20"/>
              </w:rPr>
              <w:t>Další společník:</w:t>
            </w:r>
          </w:p>
        </w:tc>
        <w:tc>
          <w:tcPr>
            <w:tcW w:w="4264" w:type="dxa"/>
          </w:tcPr>
          <w:p w14:paraId="2CA6196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337891">
            <w:pPr>
              <w:rPr>
                <w:b/>
                <w:noProof/>
                <w:szCs w:val="20"/>
              </w:rPr>
            </w:pPr>
            <w:r w:rsidRPr="00404764">
              <w:rPr>
                <w:b/>
                <w:noProof/>
                <w:szCs w:val="20"/>
              </w:rPr>
              <w:t>Další společník:</w:t>
            </w:r>
          </w:p>
        </w:tc>
        <w:tc>
          <w:tcPr>
            <w:tcW w:w="4264" w:type="dxa"/>
          </w:tcPr>
          <w:p w14:paraId="46BA48B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337891">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337891">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337891">
            <w:pPr>
              <w:rPr>
                <w:noProof/>
                <w:szCs w:val="20"/>
              </w:rPr>
            </w:pPr>
          </w:p>
        </w:tc>
        <w:tc>
          <w:tcPr>
            <w:tcW w:w="2835" w:type="dxa"/>
          </w:tcPr>
          <w:p w14:paraId="757A849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337891">
            <w:pPr>
              <w:rPr>
                <w:noProof/>
                <w:szCs w:val="20"/>
              </w:rPr>
            </w:pPr>
          </w:p>
        </w:tc>
        <w:tc>
          <w:tcPr>
            <w:tcW w:w="2835" w:type="dxa"/>
          </w:tcPr>
          <w:p w14:paraId="1D762A8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337891">
            <w:pPr>
              <w:rPr>
                <w:b/>
                <w:noProof/>
                <w:szCs w:val="20"/>
              </w:rPr>
            </w:pPr>
            <w:r w:rsidRPr="00404764">
              <w:rPr>
                <w:b/>
                <w:noProof/>
                <w:szCs w:val="20"/>
              </w:rPr>
              <w:t>Rozsah prací:</w:t>
            </w:r>
          </w:p>
        </w:tc>
        <w:tc>
          <w:tcPr>
            <w:tcW w:w="4264" w:type="dxa"/>
          </w:tcPr>
          <w:p w14:paraId="5EEB8C5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337891">
            <w:pPr>
              <w:rPr>
                <w:b/>
                <w:noProof/>
                <w:szCs w:val="20"/>
              </w:rPr>
            </w:pPr>
            <w:r w:rsidRPr="00404764">
              <w:rPr>
                <w:b/>
                <w:noProof/>
                <w:szCs w:val="20"/>
              </w:rPr>
              <w:t>Charakter prací:</w:t>
            </w:r>
          </w:p>
          <w:p w14:paraId="47F181DC" w14:textId="77777777" w:rsidR="00EA5540" w:rsidRPr="00404764" w:rsidRDefault="00EA5540" w:rsidP="00337891">
            <w:pPr>
              <w:rPr>
                <w:b/>
                <w:noProof/>
                <w:szCs w:val="20"/>
              </w:rPr>
            </w:pPr>
          </w:p>
        </w:tc>
        <w:tc>
          <w:tcPr>
            <w:tcW w:w="4264" w:type="dxa"/>
          </w:tcPr>
          <w:p w14:paraId="170FB3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337891">
            <w:pPr>
              <w:rPr>
                <w:b/>
                <w:noProof/>
                <w:szCs w:val="20"/>
              </w:rPr>
            </w:pPr>
            <w:r w:rsidRPr="00404764">
              <w:rPr>
                <w:b/>
                <w:noProof/>
                <w:szCs w:val="20"/>
              </w:rPr>
              <w:t>Délka traťového úseku:</w:t>
            </w:r>
          </w:p>
        </w:tc>
        <w:tc>
          <w:tcPr>
            <w:tcW w:w="4264" w:type="dxa"/>
          </w:tcPr>
          <w:p w14:paraId="15B5FAF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337891">
            <w:pPr>
              <w:rPr>
                <w:b/>
                <w:noProof/>
                <w:szCs w:val="20"/>
              </w:rPr>
            </w:pPr>
            <w:r w:rsidRPr="00404764">
              <w:rPr>
                <w:b/>
                <w:noProof/>
                <w:szCs w:val="20"/>
              </w:rPr>
              <w:t>Dílo probíhalo na trati:</w:t>
            </w:r>
          </w:p>
        </w:tc>
        <w:tc>
          <w:tcPr>
            <w:tcW w:w="4264" w:type="dxa"/>
          </w:tcPr>
          <w:p w14:paraId="1016D3A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337891">
            <w:pPr>
              <w:rPr>
                <w:b/>
                <w:noProof/>
                <w:szCs w:val="20"/>
              </w:rPr>
            </w:pPr>
            <w:r w:rsidRPr="00404764">
              <w:rPr>
                <w:b/>
                <w:noProof/>
                <w:szCs w:val="20"/>
              </w:rPr>
              <w:t>Dílo probíhalo na trati:</w:t>
            </w:r>
          </w:p>
        </w:tc>
        <w:tc>
          <w:tcPr>
            <w:tcW w:w="4264" w:type="dxa"/>
          </w:tcPr>
          <w:p w14:paraId="790DA8E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337891">
            <w:pPr>
              <w:rPr>
                <w:b/>
                <w:noProof/>
                <w:szCs w:val="20"/>
              </w:rPr>
            </w:pPr>
            <w:r w:rsidRPr="00404764">
              <w:rPr>
                <w:b/>
                <w:noProof/>
                <w:szCs w:val="20"/>
              </w:rPr>
              <w:t>Dílo probíhalo na trati:</w:t>
            </w:r>
          </w:p>
        </w:tc>
        <w:tc>
          <w:tcPr>
            <w:tcW w:w="4264" w:type="dxa"/>
          </w:tcPr>
          <w:p w14:paraId="4767CC1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337891">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337891">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337891">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337891">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337891">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337891">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337891">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337891">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337891">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337891">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337891">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337891">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337891">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337891">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337891">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337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337891">
            <w:pPr>
              <w:rPr>
                <w:noProof/>
                <w:szCs w:val="20"/>
              </w:rPr>
            </w:pPr>
          </w:p>
        </w:tc>
        <w:tc>
          <w:tcPr>
            <w:tcW w:w="2901" w:type="dxa"/>
            <w:shd w:val="clear" w:color="auto" w:fill="FFBFBF" w:themeFill="accent6" w:themeFillTint="33"/>
          </w:tcPr>
          <w:p w14:paraId="25146DC6"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337891">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337891">
            <w:pPr>
              <w:rPr>
                <w:b/>
                <w:noProof/>
                <w:szCs w:val="20"/>
              </w:rPr>
            </w:pPr>
            <w:r w:rsidRPr="00404764">
              <w:rPr>
                <w:b/>
                <w:noProof/>
                <w:szCs w:val="20"/>
              </w:rPr>
              <w:t>Další společník:</w:t>
            </w:r>
          </w:p>
        </w:tc>
        <w:tc>
          <w:tcPr>
            <w:tcW w:w="2901" w:type="dxa"/>
          </w:tcPr>
          <w:p w14:paraId="28DD4AE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337891">
            <w:pPr>
              <w:rPr>
                <w:b/>
                <w:noProof/>
                <w:szCs w:val="20"/>
              </w:rPr>
            </w:pPr>
            <w:r w:rsidRPr="00404764">
              <w:rPr>
                <w:b/>
                <w:noProof/>
                <w:szCs w:val="20"/>
              </w:rPr>
              <w:t>Další společník:</w:t>
            </w:r>
          </w:p>
        </w:tc>
        <w:tc>
          <w:tcPr>
            <w:tcW w:w="2901" w:type="dxa"/>
          </w:tcPr>
          <w:p w14:paraId="298006D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337891">
            <w:pPr>
              <w:rPr>
                <w:b/>
                <w:noProof/>
                <w:szCs w:val="20"/>
              </w:rPr>
            </w:pPr>
            <w:r w:rsidRPr="00404764">
              <w:rPr>
                <w:b/>
                <w:noProof/>
                <w:szCs w:val="20"/>
              </w:rPr>
              <w:t>Další společník:</w:t>
            </w:r>
          </w:p>
        </w:tc>
        <w:tc>
          <w:tcPr>
            <w:tcW w:w="2901" w:type="dxa"/>
          </w:tcPr>
          <w:p w14:paraId="408B08F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337891">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337891">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337891">
            <w:pPr>
              <w:rPr>
                <w:b/>
                <w:noProof/>
                <w:szCs w:val="20"/>
              </w:rPr>
            </w:pPr>
            <w:r w:rsidRPr="00404764">
              <w:rPr>
                <w:b/>
                <w:noProof/>
                <w:szCs w:val="20"/>
              </w:rPr>
              <w:t>Hodnocení objednatele:</w:t>
            </w:r>
          </w:p>
        </w:tc>
        <w:tc>
          <w:tcPr>
            <w:tcW w:w="4264" w:type="dxa"/>
          </w:tcPr>
          <w:p w14:paraId="1A839FD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337891">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337891">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337891">
            <w:pPr>
              <w:rPr>
                <w:b/>
                <w:noProof/>
                <w:szCs w:val="20"/>
              </w:rPr>
            </w:pPr>
            <w:r w:rsidRPr="00404764">
              <w:rPr>
                <w:b/>
                <w:noProof/>
                <w:szCs w:val="20"/>
              </w:rPr>
              <w:t>Funkce:</w:t>
            </w:r>
          </w:p>
        </w:tc>
        <w:tc>
          <w:tcPr>
            <w:tcW w:w="4264" w:type="dxa"/>
          </w:tcPr>
          <w:p w14:paraId="4D1ADB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337891">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337891">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746CC9"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746CC9"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FE517B" w:rsidRDefault="00FE517B" w:rsidP="00962258">
      <w:pPr>
        <w:spacing w:after="0" w:line="240" w:lineRule="auto"/>
      </w:pPr>
      <w:r>
        <w:separator/>
      </w:r>
    </w:p>
  </w:endnote>
  <w:endnote w:type="continuationSeparator" w:id="0">
    <w:p w14:paraId="149274CF" w14:textId="77777777" w:rsidR="00FE517B" w:rsidRDefault="00FE517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FE517B" w14:paraId="66F961A6" w14:textId="77777777" w:rsidTr="00AF2741">
      <w:tc>
        <w:tcPr>
          <w:tcW w:w="1361" w:type="dxa"/>
          <w:tcMar>
            <w:left w:w="0" w:type="dxa"/>
            <w:right w:w="0" w:type="dxa"/>
          </w:tcMar>
          <w:vAlign w:val="bottom"/>
        </w:tcPr>
        <w:p w14:paraId="74E023F2" w14:textId="773591F3" w:rsidR="00FE517B" w:rsidRPr="00B8518B" w:rsidRDefault="00FE517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A53">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6CC9">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FE517B" w:rsidRDefault="00FE517B" w:rsidP="00AF2741">
          <w:pPr>
            <w:pStyle w:val="Zpat"/>
          </w:pPr>
        </w:p>
      </w:tc>
      <w:tc>
        <w:tcPr>
          <w:tcW w:w="425" w:type="dxa"/>
          <w:shd w:val="clear" w:color="auto" w:fill="auto"/>
          <w:tcMar>
            <w:left w:w="0" w:type="dxa"/>
            <w:right w:w="0" w:type="dxa"/>
          </w:tcMar>
        </w:tcPr>
        <w:p w14:paraId="22A8B046" w14:textId="77777777" w:rsidR="00FE517B" w:rsidRDefault="00FE517B" w:rsidP="00AF2741">
          <w:pPr>
            <w:pStyle w:val="Zpat"/>
          </w:pPr>
        </w:p>
      </w:tc>
      <w:tc>
        <w:tcPr>
          <w:tcW w:w="8505" w:type="dxa"/>
        </w:tcPr>
        <w:p w14:paraId="0068C395" w14:textId="77777777" w:rsidR="00FE517B" w:rsidRPr="00E7415D" w:rsidRDefault="00FE517B" w:rsidP="00AF2741">
          <w:pPr>
            <w:pStyle w:val="Zpat0"/>
            <w:rPr>
              <w:b/>
            </w:rPr>
          </w:pPr>
          <w:r w:rsidRPr="00E7415D">
            <w:rPr>
              <w:b/>
            </w:rPr>
            <w:t>SMLOUVA O DÍLO</w:t>
          </w:r>
        </w:p>
        <w:p w14:paraId="4E23EBCB" w14:textId="77777777" w:rsidR="00FE517B" w:rsidRDefault="00FE517B" w:rsidP="00AF2741">
          <w:pPr>
            <w:pStyle w:val="Zpat0"/>
          </w:pPr>
          <w:r>
            <w:t>Zhotovení stavby</w:t>
          </w:r>
        </w:p>
        <w:p w14:paraId="187111A3" w14:textId="4E1891B2" w:rsidR="00FE517B" w:rsidRPr="00E7415D" w:rsidRDefault="00FE517B" w:rsidP="00FE517B">
          <w:pPr>
            <w:pStyle w:val="Zpat0"/>
            <w:rPr>
              <w:b/>
            </w:rPr>
          </w:pPr>
          <w:r>
            <w:t>VZ 63523069</w:t>
          </w:r>
        </w:p>
      </w:tc>
      <w:tc>
        <w:tcPr>
          <w:tcW w:w="8505" w:type="dxa"/>
        </w:tcPr>
        <w:p w14:paraId="3C7F3669" w14:textId="510719AE" w:rsidR="00FE517B" w:rsidRPr="00E7415D" w:rsidRDefault="00FE517B" w:rsidP="00AF2741">
          <w:pPr>
            <w:pStyle w:val="Zpat0"/>
            <w:rPr>
              <w:b/>
            </w:rPr>
          </w:pPr>
          <w:r w:rsidRPr="00E7415D">
            <w:rPr>
              <w:b/>
            </w:rPr>
            <w:t>SMLOUVA O DÍLO</w:t>
          </w:r>
        </w:p>
        <w:p w14:paraId="775730D5" w14:textId="77777777" w:rsidR="00FE517B" w:rsidRDefault="00FE517B" w:rsidP="00AF2741">
          <w:pPr>
            <w:pStyle w:val="Zpat0"/>
          </w:pPr>
          <w:r>
            <w:t>Zhotovení stavby</w:t>
          </w:r>
        </w:p>
      </w:tc>
    </w:tr>
  </w:tbl>
  <w:p w14:paraId="08240A54" w14:textId="77777777" w:rsidR="00FE517B" w:rsidRPr="00B8518B" w:rsidRDefault="00FE517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517B" w14:paraId="55A9A2CC" w14:textId="77777777" w:rsidTr="00EB46E5">
      <w:tc>
        <w:tcPr>
          <w:tcW w:w="1361" w:type="dxa"/>
          <w:tcMar>
            <w:left w:w="0" w:type="dxa"/>
            <w:right w:w="0" w:type="dxa"/>
          </w:tcMar>
          <w:vAlign w:val="bottom"/>
        </w:tcPr>
        <w:p w14:paraId="619E840B" w14:textId="28726274" w:rsidR="00FE517B" w:rsidRPr="00B8518B" w:rsidRDefault="00FE51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A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6C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FE517B" w:rsidRDefault="00FE517B" w:rsidP="00B8518B">
          <w:pPr>
            <w:pStyle w:val="Zpat"/>
          </w:pPr>
        </w:p>
      </w:tc>
      <w:tc>
        <w:tcPr>
          <w:tcW w:w="425" w:type="dxa"/>
          <w:shd w:val="clear" w:color="auto" w:fill="auto"/>
          <w:tcMar>
            <w:left w:w="0" w:type="dxa"/>
            <w:right w:w="0" w:type="dxa"/>
          </w:tcMar>
        </w:tcPr>
        <w:p w14:paraId="43E6345B" w14:textId="77777777" w:rsidR="00FE517B" w:rsidRDefault="00FE517B" w:rsidP="00B8518B">
          <w:pPr>
            <w:pStyle w:val="Zpat"/>
          </w:pPr>
        </w:p>
      </w:tc>
      <w:tc>
        <w:tcPr>
          <w:tcW w:w="8505" w:type="dxa"/>
        </w:tcPr>
        <w:p w14:paraId="71736431" w14:textId="77777777" w:rsidR="00FE517B" w:rsidRPr="00143EC0" w:rsidRDefault="00FE517B" w:rsidP="00F422D3">
          <w:pPr>
            <w:pStyle w:val="Zpat0"/>
            <w:rPr>
              <w:b/>
            </w:rPr>
          </w:pPr>
          <w:r>
            <w:rPr>
              <w:b/>
            </w:rPr>
            <w:t>PŘÍLOHA č. 8</w:t>
          </w:r>
        </w:p>
        <w:p w14:paraId="28600F16" w14:textId="77777777" w:rsidR="00FE517B" w:rsidRDefault="00FE517B" w:rsidP="00F95FBD">
          <w:pPr>
            <w:pStyle w:val="Zpat0"/>
          </w:pPr>
          <w:r>
            <w:t xml:space="preserve">SMLOUVA O </w:t>
          </w:r>
          <w:proofErr w:type="gramStart"/>
          <w:r>
            <w:t>DÍLO - Zhotovení</w:t>
          </w:r>
          <w:proofErr w:type="gramEnd"/>
          <w:r>
            <w:t xml:space="preserve"> stavby</w:t>
          </w:r>
        </w:p>
        <w:p w14:paraId="72D7A389" w14:textId="4B19DF08" w:rsidR="00FE517B" w:rsidRDefault="00FE517B" w:rsidP="006C0B7C">
          <w:pPr>
            <w:pStyle w:val="Zpat0"/>
          </w:pPr>
          <w:r>
            <w:t>VS 635</w:t>
          </w:r>
          <w:r w:rsidR="006C0B7C">
            <w:t>23069</w:t>
          </w:r>
        </w:p>
      </w:tc>
    </w:tr>
  </w:tbl>
  <w:p w14:paraId="67D758D4" w14:textId="77777777" w:rsidR="00FE517B" w:rsidRPr="00B8518B" w:rsidRDefault="00FE517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517B" w14:paraId="172549B6" w14:textId="77777777" w:rsidTr="00EB46E5">
      <w:tc>
        <w:tcPr>
          <w:tcW w:w="1361" w:type="dxa"/>
          <w:tcMar>
            <w:left w:w="0" w:type="dxa"/>
            <w:right w:w="0" w:type="dxa"/>
          </w:tcMar>
          <w:vAlign w:val="bottom"/>
        </w:tcPr>
        <w:p w14:paraId="195FFF4E" w14:textId="60988384" w:rsidR="00FE517B" w:rsidRPr="00B8518B" w:rsidRDefault="00FE51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A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6C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FE517B" w:rsidRDefault="00FE517B" w:rsidP="00B8518B">
          <w:pPr>
            <w:pStyle w:val="Zpat"/>
          </w:pPr>
        </w:p>
      </w:tc>
      <w:tc>
        <w:tcPr>
          <w:tcW w:w="425" w:type="dxa"/>
          <w:shd w:val="clear" w:color="auto" w:fill="auto"/>
          <w:tcMar>
            <w:left w:w="0" w:type="dxa"/>
            <w:right w:w="0" w:type="dxa"/>
          </w:tcMar>
        </w:tcPr>
        <w:p w14:paraId="1F28420E" w14:textId="77777777" w:rsidR="00FE517B" w:rsidRDefault="00FE517B" w:rsidP="00B8518B">
          <w:pPr>
            <w:pStyle w:val="Zpat"/>
          </w:pPr>
        </w:p>
      </w:tc>
      <w:tc>
        <w:tcPr>
          <w:tcW w:w="8505" w:type="dxa"/>
        </w:tcPr>
        <w:p w14:paraId="667AD46C" w14:textId="6F420B0A" w:rsidR="00FE517B" w:rsidRPr="00143EC0" w:rsidRDefault="00FE517B" w:rsidP="00F422D3">
          <w:pPr>
            <w:pStyle w:val="Zpat0"/>
            <w:rPr>
              <w:b/>
            </w:rPr>
          </w:pPr>
          <w:r>
            <w:rPr>
              <w:b/>
            </w:rPr>
            <w:t>PŘÍLOHA č. 9</w:t>
          </w:r>
        </w:p>
        <w:p w14:paraId="6D43D846" w14:textId="77777777" w:rsidR="00FE517B" w:rsidRDefault="00FE517B" w:rsidP="00F95FBD">
          <w:pPr>
            <w:pStyle w:val="Zpat0"/>
          </w:pPr>
          <w:r>
            <w:t xml:space="preserve">SMLOUVA O </w:t>
          </w:r>
          <w:proofErr w:type="gramStart"/>
          <w:r>
            <w:t>DÍLO - Zhotovení</w:t>
          </w:r>
          <w:proofErr w:type="gramEnd"/>
          <w:r>
            <w:t xml:space="preserve"> stavby</w:t>
          </w:r>
        </w:p>
        <w:p w14:paraId="11341C10" w14:textId="3DE792CF" w:rsidR="00FE517B" w:rsidRDefault="00FE517B" w:rsidP="006C0B7C">
          <w:pPr>
            <w:pStyle w:val="Zpat0"/>
          </w:pPr>
          <w:r>
            <w:t>VS 635</w:t>
          </w:r>
          <w:r w:rsidR="006C0B7C">
            <w:t>23069</w:t>
          </w:r>
        </w:p>
      </w:tc>
    </w:tr>
  </w:tbl>
  <w:p w14:paraId="0C8991EE" w14:textId="77777777" w:rsidR="00FE517B" w:rsidRPr="00B8518B" w:rsidRDefault="00FE517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517B" w14:paraId="4A3473D4" w14:textId="77777777" w:rsidTr="00EB46E5">
      <w:tc>
        <w:tcPr>
          <w:tcW w:w="1361" w:type="dxa"/>
          <w:tcMar>
            <w:left w:w="0" w:type="dxa"/>
            <w:right w:w="0" w:type="dxa"/>
          </w:tcMar>
          <w:vAlign w:val="bottom"/>
        </w:tcPr>
        <w:p w14:paraId="6A1069C7" w14:textId="0B2C2FD5" w:rsidR="00FE517B" w:rsidRPr="00B8518B" w:rsidRDefault="00FE51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A5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6CC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FE517B" w:rsidRDefault="00FE517B" w:rsidP="00B8518B">
          <w:pPr>
            <w:pStyle w:val="Zpat"/>
          </w:pPr>
        </w:p>
      </w:tc>
      <w:tc>
        <w:tcPr>
          <w:tcW w:w="425" w:type="dxa"/>
          <w:shd w:val="clear" w:color="auto" w:fill="auto"/>
          <w:tcMar>
            <w:left w:w="0" w:type="dxa"/>
            <w:right w:w="0" w:type="dxa"/>
          </w:tcMar>
        </w:tcPr>
        <w:p w14:paraId="109AB0CD" w14:textId="77777777" w:rsidR="00FE517B" w:rsidRDefault="00FE517B" w:rsidP="00B8518B">
          <w:pPr>
            <w:pStyle w:val="Zpat"/>
          </w:pPr>
        </w:p>
      </w:tc>
      <w:tc>
        <w:tcPr>
          <w:tcW w:w="8505" w:type="dxa"/>
        </w:tcPr>
        <w:p w14:paraId="197D7534" w14:textId="4404978E" w:rsidR="00FE517B" w:rsidRPr="00143EC0" w:rsidRDefault="00FE517B" w:rsidP="00F422D3">
          <w:pPr>
            <w:pStyle w:val="Zpat0"/>
            <w:rPr>
              <w:b/>
            </w:rPr>
          </w:pPr>
          <w:r>
            <w:rPr>
              <w:b/>
            </w:rPr>
            <w:t>PŘÍLOHA č. 10</w:t>
          </w:r>
        </w:p>
        <w:p w14:paraId="7D05FF5D" w14:textId="77777777" w:rsidR="00FE517B" w:rsidRDefault="00FE517B" w:rsidP="00F95FBD">
          <w:pPr>
            <w:pStyle w:val="Zpat0"/>
          </w:pPr>
          <w:r>
            <w:t xml:space="preserve">SMLOUVA O </w:t>
          </w:r>
          <w:proofErr w:type="gramStart"/>
          <w:r>
            <w:t>DÍLO - Zhotovení</w:t>
          </w:r>
          <w:proofErr w:type="gramEnd"/>
          <w:r>
            <w:t xml:space="preserve"> stavby</w:t>
          </w:r>
        </w:p>
        <w:p w14:paraId="6A228AD1" w14:textId="5D442503" w:rsidR="00FE517B" w:rsidRDefault="00FE517B" w:rsidP="006C0B7C">
          <w:pPr>
            <w:pStyle w:val="Zpat0"/>
          </w:pPr>
          <w:r>
            <w:t>VS 635</w:t>
          </w:r>
          <w:r w:rsidR="006C0B7C">
            <w:t>23069</w:t>
          </w:r>
        </w:p>
      </w:tc>
    </w:tr>
  </w:tbl>
  <w:p w14:paraId="594C682D" w14:textId="77777777" w:rsidR="00FE517B" w:rsidRPr="00B8518B" w:rsidRDefault="00FE517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FE517B" w14:paraId="199644E5" w14:textId="77777777" w:rsidTr="00611DEA">
      <w:tc>
        <w:tcPr>
          <w:tcW w:w="1361" w:type="dxa"/>
          <w:tcMar>
            <w:left w:w="0" w:type="dxa"/>
            <w:right w:w="0" w:type="dxa"/>
          </w:tcMar>
          <w:vAlign w:val="bottom"/>
        </w:tcPr>
        <w:p w14:paraId="32F43F17" w14:textId="1FCDCD89" w:rsidR="00FE517B" w:rsidRPr="00B8518B" w:rsidRDefault="00FE51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A5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6CC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FE517B" w:rsidRDefault="00FE517B" w:rsidP="00B8518B">
          <w:pPr>
            <w:pStyle w:val="Zpat"/>
          </w:pPr>
        </w:p>
      </w:tc>
      <w:tc>
        <w:tcPr>
          <w:tcW w:w="425" w:type="dxa"/>
          <w:shd w:val="clear" w:color="auto" w:fill="auto"/>
          <w:tcMar>
            <w:left w:w="0" w:type="dxa"/>
            <w:right w:w="0" w:type="dxa"/>
          </w:tcMar>
        </w:tcPr>
        <w:p w14:paraId="2D4068FD" w14:textId="77777777" w:rsidR="00FE517B" w:rsidRDefault="00FE517B" w:rsidP="00B8518B">
          <w:pPr>
            <w:pStyle w:val="Zpat"/>
          </w:pPr>
        </w:p>
      </w:tc>
      <w:tc>
        <w:tcPr>
          <w:tcW w:w="13466" w:type="dxa"/>
        </w:tcPr>
        <w:p w14:paraId="1B087F63" w14:textId="55A124B7" w:rsidR="00FE517B" w:rsidRPr="00143EC0" w:rsidRDefault="00FE517B" w:rsidP="00F422D3">
          <w:pPr>
            <w:pStyle w:val="Zpat0"/>
            <w:rPr>
              <w:b/>
            </w:rPr>
          </w:pPr>
          <w:r>
            <w:rPr>
              <w:b/>
            </w:rPr>
            <w:t>PŘÍLOHA č. 11</w:t>
          </w:r>
        </w:p>
        <w:p w14:paraId="300BCBC3" w14:textId="77777777" w:rsidR="00FE517B" w:rsidRDefault="00FE517B" w:rsidP="00F95FBD">
          <w:pPr>
            <w:pStyle w:val="Zpat0"/>
          </w:pPr>
          <w:r>
            <w:t xml:space="preserve">SMLOUVA O </w:t>
          </w:r>
          <w:proofErr w:type="gramStart"/>
          <w:r>
            <w:t>DÍLO - Zhotovení</w:t>
          </w:r>
          <w:proofErr w:type="gramEnd"/>
          <w:r>
            <w:t xml:space="preserve"> stavby</w:t>
          </w:r>
        </w:p>
        <w:p w14:paraId="4F94C6AA" w14:textId="3B01DB4B" w:rsidR="00FE517B" w:rsidRDefault="00FE517B" w:rsidP="006C0B7C">
          <w:pPr>
            <w:pStyle w:val="Zpat0"/>
          </w:pPr>
          <w:r>
            <w:t>VS 635</w:t>
          </w:r>
          <w:r w:rsidR="006C0B7C">
            <w:t>23069</w:t>
          </w:r>
        </w:p>
      </w:tc>
    </w:tr>
  </w:tbl>
  <w:p w14:paraId="34DDD691" w14:textId="77777777" w:rsidR="00FE517B" w:rsidRPr="00B8518B" w:rsidRDefault="00FE517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FE517B" w14:paraId="7B066E2C" w14:textId="77777777" w:rsidTr="00611DEA">
      <w:tc>
        <w:tcPr>
          <w:tcW w:w="1361" w:type="dxa"/>
          <w:tcMar>
            <w:left w:w="0" w:type="dxa"/>
            <w:right w:w="0" w:type="dxa"/>
          </w:tcMar>
          <w:vAlign w:val="bottom"/>
        </w:tcPr>
        <w:p w14:paraId="2FFBE96E" w14:textId="5D818334" w:rsidR="00FE517B" w:rsidRPr="00B8518B" w:rsidRDefault="00FE51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A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6C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FE517B" w:rsidRDefault="00FE517B" w:rsidP="00B8518B">
          <w:pPr>
            <w:pStyle w:val="Zpat"/>
          </w:pPr>
        </w:p>
      </w:tc>
      <w:tc>
        <w:tcPr>
          <w:tcW w:w="425" w:type="dxa"/>
          <w:shd w:val="clear" w:color="auto" w:fill="auto"/>
          <w:tcMar>
            <w:left w:w="0" w:type="dxa"/>
            <w:right w:w="0" w:type="dxa"/>
          </w:tcMar>
        </w:tcPr>
        <w:p w14:paraId="4D9F6363" w14:textId="77777777" w:rsidR="00FE517B" w:rsidRDefault="00FE517B" w:rsidP="00B8518B">
          <w:pPr>
            <w:pStyle w:val="Zpat"/>
          </w:pPr>
        </w:p>
      </w:tc>
      <w:tc>
        <w:tcPr>
          <w:tcW w:w="13466" w:type="dxa"/>
        </w:tcPr>
        <w:p w14:paraId="76B4A71A" w14:textId="61CD0329" w:rsidR="00FE517B" w:rsidRPr="00143EC0" w:rsidRDefault="00FE517B" w:rsidP="00F422D3">
          <w:pPr>
            <w:pStyle w:val="Zpat0"/>
            <w:rPr>
              <w:b/>
            </w:rPr>
          </w:pPr>
          <w:r>
            <w:rPr>
              <w:b/>
            </w:rPr>
            <w:t>PŘÍLOHA č. 12</w:t>
          </w:r>
        </w:p>
        <w:p w14:paraId="0B7B7DFE" w14:textId="77777777" w:rsidR="00FE517B" w:rsidRDefault="00FE517B" w:rsidP="00F95FBD">
          <w:pPr>
            <w:pStyle w:val="Zpat0"/>
          </w:pPr>
          <w:r>
            <w:t xml:space="preserve">SMLOUVA O </w:t>
          </w:r>
          <w:proofErr w:type="gramStart"/>
          <w:r>
            <w:t>DÍLO - Zhotovení</w:t>
          </w:r>
          <w:proofErr w:type="gramEnd"/>
          <w:r>
            <w:t xml:space="preserve"> stavby</w:t>
          </w:r>
        </w:p>
        <w:p w14:paraId="1B9D4255" w14:textId="0E10638E" w:rsidR="00FE517B" w:rsidRDefault="00FE517B" w:rsidP="006C0B7C">
          <w:pPr>
            <w:pStyle w:val="Zpat0"/>
          </w:pPr>
          <w:r>
            <w:t>VS 635</w:t>
          </w:r>
          <w:r w:rsidR="006C0B7C">
            <w:t>23069</w:t>
          </w:r>
        </w:p>
      </w:tc>
    </w:tr>
  </w:tbl>
  <w:p w14:paraId="40BD9023" w14:textId="77777777" w:rsidR="00FE517B" w:rsidRPr="00B8518B" w:rsidRDefault="00FE517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FE517B" w:rsidRPr="00B8518B" w:rsidRDefault="00FE517B" w:rsidP="00460660">
    <w:pPr>
      <w:pStyle w:val="Zpat"/>
      <w:rPr>
        <w:sz w:val="2"/>
        <w:szCs w:val="2"/>
      </w:rPr>
    </w:pPr>
  </w:p>
  <w:p w14:paraId="16024DF8" w14:textId="77777777" w:rsidR="00FE517B" w:rsidRPr="00460660" w:rsidRDefault="00FE517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517B" w14:paraId="3B795DC1" w14:textId="77777777" w:rsidTr="00EB46E5">
      <w:tc>
        <w:tcPr>
          <w:tcW w:w="1361" w:type="dxa"/>
          <w:tcMar>
            <w:left w:w="0" w:type="dxa"/>
            <w:right w:w="0" w:type="dxa"/>
          </w:tcMar>
          <w:vAlign w:val="bottom"/>
        </w:tcPr>
        <w:p w14:paraId="263D62C1" w14:textId="34CF350C" w:rsidR="00FE517B" w:rsidRPr="00B8518B" w:rsidRDefault="00FE51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A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6C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FE517B" w:rsidRDefault="00FE517B" w:rsidP="00B8518B">
          <w:pPr>
            <w:pStyle w:val="Zpat"/>
          </w:pPr>
        </w:p>
      </w:tc>
      <w:tc>
        <w:tcPr>
          <w:tcW w:w="425" w:type="dxa"/>
          <w:shd w:val="clear" w:color="auto" w:fill="auto"/>
          <w:tcMar>
            <w:left w:w="0" w:type="dxa"/>
            <w:right w:w="0" w:type="dxa"/>
          </w:tcMar>
        </w:tcPr>
        <w:p w14:paraId="1E39D294" w14:textId="77777777" w:rsidR="00FE517B" w:rsidRDefault="00FE517B" w:rsidP="00B8518B">
          <w:pPr>
            <w:pStyle w:val="Zpat"/>
          </w:pPr>
        </w:p>
      </w:tc>
      <w:tc>
        <w:tcPr>
          <w:tcW w:w="8505" w:type="dxa"/>
        </w:tcPr>
        <w:p w14:paraId="2B5041B9" w14:textId="77777777" w:rsidR="00FE517B" w:rsidRPr="00143EC0" w:rsidRDefault="00FE517B" w:rsidP="00F422D3">
          <w:pPr>
            <w:pStyle w:val="Zpat0"/>
            <w:rPr>
              <w:b/>
            </w:rPr>
          </w:pPr>
          <w:r w:rsidRPr="00143EC0">
            <w:rPr>
              <w:b/>
            </w:rPr>
            <w:t>PŘÍLOHA č. 1</w:t>
          </w:r>
        </w:p>
        <w:p w14:paraId="0F369C68" w14:textId="77777777" w:rsidR="00FE517B" w:rsidRDefault="00FE517B" w:rsidP="00F95FBD">
          <w:pPr>
            <w:pStyle w:val="Zpat0"/>
          </w:pPr>
          <w:r>
            <w:t xml:space="preserve">SMLOUVA O </w:t>
          </w:r>
          <w:proofErr w:type="gramStart"/>
          <w:r>
            <w:t>DÍLO - Zhotovení</w:t>
          </w:r>
          <w:proofErr w:type="gramEnd"/>
          <w:r>
            <w:t xml:space="preserve"> stavby</w:t>
          </w:r>
        </w:p>
        <w:p w14:paraId="40F61466" w14:textId="71DF23F1" w:rsidR="00FE517B" w:rsidRDefault="00FE517B" w:rsidP="005C4BF3">
          <w:pPr>
            <w:pStyle w:val="Zpat0"/>
          </w:pPr>
          <w:r>
            <w:t>VS 635</w:t>
          </w:r>
          <w:r w:rsidR="005C4BF3">
            <w:t>23069</w:t>
          </w:r>
        </w:p>
      </w:tc>
    </w:tr>
  </w:tbl>
  <w:p w14:paraId="3A0E80A4" w14:textId="77777777" w:rsidR="00FE517B" w:rsidRPr="00B8518B" w:rsidRDefault="00FE517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517B" w14:paraId="5A3921EC" w14:textId="77777777" w:rsidTr="00EB46E5">
      <w:tc>
        <w:tcPr>
          <w:tcW w:w="1361" w:type="dxa"/>
          <w:tcMar>
            <w:left w:w="0" w:type="dxa"/>
            <w:right w:w="0" w:type="dxa"/>
          </w:tcMar>
          <w:vAlign w:val="bottom"/>
        </w:tcPr>
        <w:p w14:paraId="4B55187E" w14:textId="3941CF6E" w:rsidR="00FE517B" w:rsidRPr="00B8518B" w:rsidRDefault="00FE517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A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6C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FE517B" w:rsidRDefault="00FE517B" w:rsidP="005A7872">
          <w:pPr>
            <w:pStyle w:val="Zpat"/>
          </w:pPr>
        </w:p>
      </w:tc>
      <w:tc>
        <w:tcPr>
          <w:tcW w:w="425" w:type="dxa"/>
          <w:shd w:val="clear" w:color="auto" w:fill="auto"/>
          <w:tcMar>
            <w:left w:w="0" w:type="dxa"/>
            <w:right w:w="0" w:type="dxa"/>
          </w:tcMar>
        </w:tcPr>
        <w:p w14:paraId="0BDE20BF" w14:textId="77777777" w:rsidR="00FE517B" w:rsidRDefault="00FE517B" w:rsidP="00B8518B">
          <w:pPr>
            <w:pStyle w:val="Zpat"/>
          </w:pPr>
        </w:p>
      </w:tc>
      <w:tc>
        <w:tcPr>
          <w:tcW w:w="8505" w:type="dxa"/>
        </w:tcPr>
        <w:p w14:paraId="639AED04" w14:textId="77777777" w:rsidR="00FE517B" w:rsidRPr="00143EC0" w:rsidRDefault="00FE517B" w:rsidP="00F422D3">
          <w:pPr>
            <w:pStyle w:val="Zpat0"/>
            <w:rPr>
              <w:b/>
            </w:rPr>
          </w:pPr>
          <w:r>
            <w:rPr>
              <w:b/>
            </w:rPr>
            <w:t>PŘÍLOHA č. 2</w:t>
          </w:r>
        </w:p>
        <w:p w14:paraId="6F1B8C02" w14:textId="77777777" w:rsidR="00FE517B" w:rsidRDefault="00FE517B" w:rsidP="00F95FBD">
          <w:pPr>
            <w:pStyle w:val="Zpat0"/>
          </w:pPr>
          <w:r>
            <w:t xml:space="preserve">SMLOUVA O </w:t>
          </w:r>
          <w:proofErr w:type="gramStart"/>
          <w:r>
            <w:t>DÍLO - Zhotovení</w:t>
          </w:r>
          <w:proofErr w:type="gramEnd"/>
          <w:r>
            <w:t xml:space="preserve"> stavby</w:t>
          </w:r>
        </w:p>
        <w:p w14:paraId="4983A40B" w14:textId="096FC024" w:rsidR="00FE517B" w:rsidRDefault="00FE517B" w:rsidP="005C4BF3">
          <w:pPr>
            <w:pStyle w:val="Zpat0"/>
          </w:pPr>
          <w:r>
            <w:t>VS 635</w:t>
          </w:r>
          <w:r w:rsidR="005C4BF3">
            <w:t>23069</w:t>
          </w:r>
        </w:p>
      </w:tc>
    </w:tr>
  </w:tbl>
  <w:p w14:paraId="5CD73219" w14:textId="77777777" w:rsidR="00FE517B" w:rsidRPr="00B8518B" w:rsidRDefault="00FE517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517B" w14:paraId="0B97E035" w14:textId="77777777" w:rsidTr="00EB46E5">
      <w:tc>
        <w:tcPr>
          <w:tcW w:w="1361" w:type="dxa"/>
          <w:tcMar>
            <w:left w:w="0" w:type="dxa"/>
            <w:right w:w="0" w:type="dxa"/>
          </w:tcMar>
          <w:vAlign w:val="bottom"/>
        </w:tcPr>
        <w:p w14:paraId="7E36B4E5" w14:textId="1BFFC5E4" w:rsidR="00FE517B" w:rsidRPr="00B8518B" w:rsidRDefault="00FE517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A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6C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FE517B" w:rsidRDefault="00FE517B" w:rsidP="005A7872">
          <w:pPr>
            <w:pStyle w:val="Zpat"/>
          </w:pPr>
        </w:p>
      </w:tc>
      <w:tc>
        <w:tcPr>
          <w:tcW w:w="425" w:type="dxa"/>
          <w:shd w:val="clear" w:color="auto" w:fill="auto"/>
          <w:tcMar>
            <w:left w:w="0" w:type="dxa"/>
            <w:right w:w="0" w:type="dxa"/>
          </w:tcMar>
        </w:tcPr>
        <w:p w14:paraId="4B519C9B" w14:textId="77777777" w:rsidR="00FE517B" w:rsidRDefault="00FE517B" w:rsidP="00B8518B">
          <w:pPr>
            <w:pStyle w:val="Zpat"/>
          </w:pPr>
        </w:p>
      </w:tc>
      <w:tc>
        <w:tcPr>
          <w:tcW w:w="8505" w:type="dxa"/>
        </w:tcPr>
        <w:p w14:paraId="14F1D50E" w14:textId="77777777" w:rsidR="00FE517B" w:rsidRPr="00143EC0" w:rsidRDefault="00FE517B" w:rsidP="00F422D3">
          <w:pPr>
            <w:pStyle w:val="Zpat0"/>
            <w:rPr>
              <w:b/>
            </w:rPr>
          </w:pPr>
          <w:r>
            <w:rPr>
              <w:b/>
            </w:rPr>
            <w:t>PŘÍLOHA č. 3</w:t>
          </w:r>
        </w:p>
        <w:p w14:paraId="1E1EC364" w14:textId="77777777" w:rsidR="00FE517B" w:rsidRDefault="00FE517B" w:rsidP="00F95FBD">
          <w:pPr>
            <w:pStyle w:val="Zpat0"/>
          </w:pPr>
          <w:r>
            <w:t xml:space="preserve">SMLOUVA O </w:t>
          </w:r>
          <w:proofErr w:type="gramStart"/>
          <w:r>
            <w:t>DÍLO - Zhotovení</w:t>
          </w:r>
          <w:proofErr w:type="gramEnd"/>
          <w:r>
            <w:t xml:space="preserve"> stavby</w:t>
          </w:r>
        </w:p>
        <w:p w14:paraId="1C873F66" w14:textId="78E338A1" w:rsidR="00FE517B" w:rsidRDefault="00FE517B" w:rsidP="005C4BF3">
          <w:pPr>
            <w:pStyle w:val="Zpat0"/>
          </w:pPr>
          <w:r>
            <w:t>VS 635</w:t>
          </w:r>
          <w:r w:rsidR="005C4BF3">
            <w:t>23069</w:t>
          </w:r>
        </w:p>
      </w:tc>
    </w:tr>
  </w:tbl>
  <w:p w14:paraId="5C8114EA" w14:textId="77777777" w:rsidR="00FE517B" w:rsidRPr="00B8518B" w:rsidRDefault="00FE517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517B" w14:paraId="66B52D22" w14:textId="77777777" w:rsidTr="00EB46E5">
      <w:tc>
        <w:tcPr>
          <w:tcW w:w="1361" w:type="dxa"/>
          <w:tcMar>
            <w:left w:w="0" w:type="dxa"/>
            <w:right w:w="0" w:type="dxa"/>
          </w:tcMar>
          <w:vAlign w:val="bottom"/>
        </w:tcPr>
        <w:p w14:paraId="718DAB14" w14:textId="734399D6" w:rsidR="00FE517B" w:rsidRPr="00B8518B" w:rsidRDefault="00FE517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A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6C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FE517B" w:rsidRDefault="00FE517B" w:rsidP="005A7872">
          <w:pPr>
            <w:pStyle w:val="Zpat"/>
          </w:pPr>
        </w:p>
      </w:tc>
      <w:tc>
        <w:tcPr>
          <w:tcW w:w="425" w:type="dxa"/>
          <w:shd w:val="clear" w:color="auto" w:fill="auto"/>
          <w:tcMar>
            <w:left w:w="0" w:type="dxa"/>
            <w:right w:w="0" w:type="dxa"/>
          </w:tcMar>
        </w:tcPr>
        <w:p w14:paraId="23262012" w14:textId="77777777" w:rsidR="00FE517B" w:rsidRDefault="00FE517B" w:rsidP="00B8518B">
          <w:pPr>
            <w:pStyle w:val="Zpat"/>
          </w:pPr>
        </w:p>
      </w:tc>
      <w:tc>
        <w:tcPr>
          <w:tcW w:w="8505" w:type="dxa"/>
        </w:tcPr>
        <w:p w14:paraId="08A91DEC" w14:textId="77777777" w:rsidR="00FE517B" w:rsidRPr="00143EC0" w:rsidRDefault="00FE517B" w:rsidP="00F422D3">
          <w:pPr>
            <w:pStyle w:val="Zpat0"/>
            <w:rPr>
              <w:b/>
            </w:rPr>
          </w:pPr>
          <w:r>
            <w:rPr>
              <w:b/>
            </w:rPr>
            <w:t>PŘÍLOHA č. 4</w:t>
          </w:r>
        </w:p>
        <w:p w14:paraId="45ADC8B0" w14:textId="77777777" w:rsidR="00FE517B" w:rsidRDefault="00FE517B" w:rsidP="00F95FBD">
          <w:pPr>
            <w:pStyle w:val="Zpat0"/>
          </w:pPr>
          <w:r>
            <w:t xml:space="preserve">SMLOUVA O </w:t>
          </w:r>
          <w:proofErr w:type="gramStart"/>
          <w:r>
            <w:t>DÍLO - Zhotovení</w:t>
          </w:r>
          <w:proofErr w:type="gramEnd"/>
          <w:r>
            <w:t xml:space="preserve"> stavby</w:t>
          </w:r>
        </w:p>
        <w:p w14:paraId="5AED8FDE" w14:textId="4658F863" w:rsidR="00FE517B" w:rsidRDefault="00FE517B" w:rsidP="005C4BF3">
          <w:pPr>
            <w:pStyle w:val="Zpat0"/>
          </w:pPr>
          <w:r>
            <w:t>VS 635</w:t>
          </w:r>
          <w:r w:rsidR="005C4BF3">
            <w:t>23069</w:t>
          </w:r>
        </w:p>
      </w:tc>
    </w:tr>
  </w:tbl>
  <w:p w14:paraId="4F916A5C" w14:textId="77777777" w:rsidR="00FE517B" w:rsidRPr="00B8518B" w:rsidRDefault="00FE517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517B" w14:paraId="22087783" w14:textId="77777777" w:rsidTr="00EB46E5">
      <w:tc>
        <w:tcPr>
          <w:tcW w:w="1361" w:type="dxa"/>
          <w:tcMar>
            <w:left w:w="0" w:type="dxa"/>
            <w:right w:w="0" w:type="dxa"/>
          </w:tcMar>
          <w:vAlign w:val="bottom"/>
        </w:tcPr>
        <w:p w14:paraId="5466D5DD" w14:textId="32B552E9" w:rsidR="00FE517B" w:rsidRPr="00B8518B" w:rsidRDefault="00FE517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A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6C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FE517B" w:rsidRDefault="00FE517B" w:rsidP="005A7872">
          <w:pPr>
            <w:pStyle w:val="Zpat"/>
          </w:pPr>
        </w:p>
      </w:tc>
      <w:tc>
        <w:tcPr>
          <w:tcW w:w="425" w:type="dxa"/>
          <w:shd w:val="clear" w:color="auto" w:fill="auto"/>
          <w:tcMar>
            <w:left w:w="0" w:type="dxa"/>
            <w:right w:w="0" w:type="dxa"/>
          </w:tcMar>
        </w:tcPr>
        <w:p w14:paraId="67316234" w14:textId="77777777" w:rsidR="00FE517B" w:rsidRDefault="00FE517B" w:rsidP="00B8518B">
          <w:pPr>
            <w:pStyle w:val="Zpat"/>
          </w:pPr>
        </w:p>
      </w:tc>
      <w:tc>
        <w:tcPr>
          <w:tcW w:w="8505" w:type="dxa"/>
        </w:tcPr>
        <w:p w14:paraId="6C914672" w14:textId="77777777" w:rsidR="00FE517B" w:rsidRPr="00143EC0" w:rsidRDefault="00FE517B" w:rsidP="00F422D3">
          <w:pPr>
            <w:pStyle w:val="Zpat0"/>
            <w:rPr>
              <w:b/>
            </w:rPr>
          </w:pPr>
          <w:r>
            <w:rPr>
              <w:b/>
            </w:rPr>
            <w:t>PŘÍLOHA č. 5</w:t>
          </w:r>
        </w:p>
        <w:p w14:paraId="07F30A27" w14:textId="77777777" w:rsidR="00FE517B" w:rsidRDefault="00FE517B" w:rsidP="00F95FBD">
          <w:pPr>
            <w:pStyle w:val="Zpat0"/>
          </w:pPr>
          <w:r>
            <w:t xml:space="preserve">SMLOUVA O </w:t>
          </w:r>
          <w:proofErr w:type="gramStart"/>
          <w:r>
            <w:t>DÍLO - Zhotovení</w:t>
          </w:r>
          <w:proofErr w:type="gramEnd"/>
          <w:r>
            <w:t xml:space="preserve"> stavby</w:t>
          </w:r>
        </w:p>
        <w:p w14:paraId="1C48704A" w14:textId="1207CDFC" w:rsidR="00FE517B" w:rsidRDefault="00FE517B" w:rsidP="005C4BF3">
          <w:pPr>
            <w:pStyle w:val="Zpat0"/>
          </w:pPr>
          <w:r>
            <w:t>VS 635</w:t>
          </w:r>
          <w:r w:rsidR="005C4BF3">
            <w:t>23069</w:t>
          </w:r>
        </w:p>
      </w:tc>
    </w:tr>
  </w:tbl>
  <w:p w14:paraId="39DDB202" w14:textId="77777777" w:rsidR="00FE517B" w:rsidRPr="00B8518B" w:rsidRDefault="00FE517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517B" w14:paraId="0CCF3C1F" w14:textId="77777777" w:rsidTr="00EB46E5">
      <w:tc>
        <w:tcPr>
          <w:tcW w:w="1361" w:type="dxa"/>
          <w:tcMar>
            <w:left w:w="0" w:type="dxa"/>
            <w:right w:w="0" w:type="dxa"/>
          </w:tcMar>
          <w:vAlign w:val="bottom"/>
        </w:tcPr>
        <w:p w14:paraId="4C6F97B1" w14:textId="7751DFA4" w:rsidR="00FE517B" w:rsidRPr="00B8518B" w:rsidRDefault="00FE517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A5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6CC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FE517B" w:rsidRDefault="00FE517B" w:rsidP="005A7872">
          <w:pPr>
            <w:pStyle w:val="Zpat"/>
          </w:pPr>
        </w:p>
      </w:tc>
      <w:tc>
        <w:tcPr>
          <w:tcW w:w="425" w:type="dxa"/>
          <w:shd w:val="clear" w:color="auto" w:fill="auto"/>
          <w:tcMar>
            <w:left w:w="0" w:type="dxa"/>
            <w:right w:w="0" w:type="dxa"/>
          </w:tcMar>
        </w:tcPr>
        <w:p w14:paraId="606ADDBB" w14:textId="77777777" w:rsidR="00FE517B" w:rsidRDefault="00FE517B" w:rsidP="00B8518B">
          <w:pPr>
            <w:pStyle w:val="Zpat"/>
          </w:pPr>
        </w:p>
      </w:tc>
      <w:tc>
        <w:tcPr>
          <w:tcW w:w="8505" w:type="dxa"/>
        </w:tcPr>
        <w:p w14:paraId="7EC9355B" w14:textId="77777777" w:rsidR="00FE517B" w:rsidRPr="00143EC0" w:rsidRDefault="00FE517B" w:rsidP="00F422D3">
          <w:pPr>
            <w:pStyle w:val="Zpat0"/>
            <w:rPr>
              <w:b/>
            </w:rPr>
          </w:pPr>
          <w:r>
            <w:rPr>
              <w:b/>
            </w:rPr>
            <w:t>PŘÍLOHA č. 6</w:t>
          </w:r>
        </w:p>
        <w:p w14:paraId="331317FC" w14:textId="77777777" w:rsidR="00FE517B" w:rsidRDefault="00FE517B" w:rsidP="00F95FBD">
          <w:pPr>
            <w:pStyle w:val="Zpat0"/>
          </w:pPr>
          <w:r>
            <w:t xml:space="preserve">SMLOUVA O </w:t>
          </w:r>
          <w:proofErr w:type="gramStart"/>
          <w:r>
            <w:t>DÍLO - Zhotovení</w:t>
          </w:r>
          <w:proofErr w:type="gramEnd"/>
          <w:r>
            <w:t xml:space="preserve"> stavby</w:t>
          </w:r>
        </w:p>
        <w:p w14:paraId="0810EFE1" w14:textId="2B0E8D1B" w:rsidR="00FE517B" w:rsidRDefault="00FE517B" w:rsidP="006C0B7C">
          <w:pPr>
            <w:pStyle w:val="Zpat0"/>
          </w:pPr>
          <w:r>
            <w:t>VS 635</w:t>
          </w:r>
          <w:r w:rsidR="006C0B7C">
            <w:t>23069</w:t>
          </w:r>
        </w:p>
      </w:tc>
    </w:tr>
  </w:tbl>
  <w:p w14:paraId="05421947" w14:textId="77777777" w:rsidR="00FE517B" w:rsidRPr="00B8518B" w:rsidRDefault="00FE517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517B" w14:paraId="7C217AF3" w14:textId="77777777" w:rsidTr="00EB46E5">
      <w:tc>
        <w:tcPr>
          <w:tcW w:w="1361" w:type="dxa"/>
          <w:tcMar>
            <w:left w:w="0" w:type="dxa"/>
            <w:right w:w="0" w:type="dxa"/>
          </w:tcMar>
          <w:vAlign w:val="bottom"/>
        </w:tcPr>
        <w:p w14:paraId="7DD0A4FE" w14:textId="3F5E2BDF" w:rsidR="00FE517B" w:rsidRPr="00B8518B" w:rsidRDefault="00FE517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A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6C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FE517B" w:rsidRDefault="00FE517B" w:rsidP="005A7872">
          <w:pPr>
            <w:pStyle w:val="Zpat"/>
          </w:pPr>
        </w:p>
      </w:tc>
      <w:tc>
        <w:tcPr>
          <w:tcW w:w="425" w:type="dxa"/>
          <w:shd w:val="clear" w:color="auto" w:fill="auto"/>
          <w:tcMar>
            <w:left w:w="0" w:type="dxa"/>
            <w:right w:w="0" w:type="dxa"/>
          </w:tcMar>
        </w:tcPr>
        <w:p w14:paraId="401BA09E" w14:textId="77777777" w:rsidR="00FE517B" w:rsidRDefault="00FE517B" w:rsidP="00B8518B">
          <w:pPr>
            <w:pStyle w:val="Zpat"/>
          </w:pPr>
        </w:p>
      </w:tc>
      <w:tc>
        <w:tcPr>
          <w:tcW w:w="8505" w:type="dxa"/>
        </w:tcPr>
        <w:p w14:paraId="7EEDA729" w14:textId="77777777" w:rsidR="00FE517B" w:rsidRPr="00143EC0" w:rsidRDefault="00FE517B" w:rsidP="00F422D3">
          <w:pPr>
            <w:pStyle w:val="Zpat0"/>
            <w:rPr>
              <w:b/>
            </w:rPr>
          </w:pPr>
          <w:r>
            <w:rPr>
              <w:b/>
            </w:rPr>
            <w:t>PŘÍLOHA č. 7</w:t>
          </w:r>
        </w:p>
        <w:p w14:paraId="44CA2664" w14:textId="77777777" w:rsidR="00FE517B" w:rsidRDefault="00FE517B" w:rsidP="00F95FBD">
          <w:pPr>
            <w:pStyle w:val="Zpat0"/>
          </w:pPr>
          <w:r>
            <w:t xml:space="preserve">SMLOUVA O </w:t>
          </w:r>
          <w:proofErr w:type="gramStart"/>
          <w:r>
            <w:t>DÍLO - Zhotovení</w:t>
          </w:r>
          <w:proofErr w:type="gramEnd"/>
          <w:r>
            <w:t xml:space="preserve"> stavby</w:t>
          </w:r>
        </w:p>
        <w:p w14:paraId="7E32C0F5" w14:textId="61C2DA1F" w:rsidR="00FE517B" w:rsidRDefault="00FE517B" w:rsidP="006C0B7C">
          <w:pPr>
            <w:pStyle w:val="Zpat0"/>
          </w:pPr>
          <w:r>
            <w:t>VS 635</w:t>
          </w:r>
          <w:r w:rsidR="006C0B7C">
            <w:t>23069</w:t>
          </w:r>
        </w:p>
      </w:tc>
    </w:tr>
  </w:tbl>
  <w:p w14:paraId="2B76B789" w14:textId="77777777" w:rsidR="00FE517B" w:rsidRPr="00B8518B" w:rsidRDefault="00FE517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FE517B" w:rsidRDefault="00FE517B" w:rsidP="00962258">
      <w:pPr>
        <w:spacing w:after="0" w:line="240" w:lineRule="auto"/>
      </w:pPr>
      <w:r>
        <w:separator/>
      </w:r>
    </w:p>
  </w:footnote>
  <w:footnote w:type="continuationSeparator" w:id="0">
    <w:p w14:paraId="440E8162" w14:textId="77777777" w:rsidR="00FE517B" w:rsidRDefault="00FE517B" w:rsidP="00962258">
      <w:pPr>
        <w:spacing w:after="0" w:line="240" w:lineRule="auto"/>
      </w:pPr>
      <w:r>
        <w:continuationSeparator/>
      </w:r>
    </w:p>
  </w:footnote>
  <w:footnote w:id="1">
    <w:p w14:paraId="5C764BBC" w14:textId="77777777" w:rsidR="00FE517B" w:rsidRDefault="00FE517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FE517B" w:rsidRPr="00DF41CC" w:rsidRDefault="00FE517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FE517B" w:rsidRPr="00DF41CC" w:rsidRDefault="00FE517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FE517B" w:rsidRPr="00DF41CC" w:rsidRDefault="00FE517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FE517B" w:rsidRDefault="00FE517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E517B" w14:paraId="6BB71C12" w14:textId="77777777" w:rsidTr="00C02D0A">
      <w:trPr>
        <w:trHeight w:hRule="exact" w:val="454"/>
      </w:trPr>
      <w:tc>
        <w:tcPr>
          <w:tcW w:w="1361" w:type="dxa"/>
          <w:tcMar>
            <w:top w:w="57" w:type="dxa"/>
            <w:left w:w="0" w:type="dxa"/>
            <w:right w:w="0" w:type="dxa"/>
          </w:tcMar>
        </w:tcPr>
        <w:p w14:paraId="338DD7CB" w14:textId="77777777" w:rsidR="00FE517B" w:rsidRPr="00B8518B" w:rsidRDefault="00FE517B" w:rsidP="00523EA7">
          <w:pPr>
            <w:pStyle w:val="Zpat"/>
            <w:rPr>
              <w:rStyle w:val="slostrnky"/>
            </w:rPr>
          </w:pPr>
        </w:p>
      </w:tc>
      <w:tc>
        <w:tcPr>
          <w:tcW w:w="3458" w:type="dxa"/>
          <w:shd w:val="clear" w:color="auto" w:fill="auto"/>
          <w:tcMar>
            <w:top w:w="57" w:type="dxa"/>
            <w:left w:w="0" w:type="dxa"/>
            <w:right w:w="0" w:type="dxa"/>
          </w:tcMar>
        </w:tcPr>
        <w:p w14:paraId="639C484E" w14:textId="77777777" w:rsidR="00FE517B" w:rsidRDefault="00FE517B" w:rsidP="00523EA7">
          <w:pPr>
            <w:pStyle w:val="Zpat"/>
          </w:pPr>
        </w:p>
      </w:tc>
      <w:tc>
        <w:tcPr>
          <w:tcW w:w="5698" w:type="dxa"/>
          <w:shd w:val="clear" w:color="auto" w:fill="auto"/>
          <w:tcMar>
            <w:top w:w="57" w:type="dxa"/>
            <w:left w:w="0" w:type="dxa"/>
            <w:right w:w="0" w:type="dxa"/>
          </w:tcMar>
        </w:tcPr>
        <w:p w14:paraId="7D8ED610" w14:textId="77777777" w:rsidR="00FE517B" w:rsidRPr="00D6163D" w:rsidRDefault="00FE517B" w:rsidP="00D6163D">
          <w:pPr>
            <w:pStyle w:val="Druhdokumentu"/>
          </w:pPr>
        </w:p>
      </w:tc>
    </w:tr>
  </w:tbl>
  <w:p w14:paraId="6ABCCCE8" w14:textId="77777777" w:rsidR="00FE517B" w:rsidRPr="00D6163D" w:rsidRDefault="00FE517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E517B" w:rsidRPr="00AF2741" w14:paraId="168FD64F" w14:textId="77777777" w:rsidTr="005F5FFB">
      <w:trPr>
        <w:trHeight w:hRule="exact" w:val="1168"/>
      </w:trPr>
      <w:tc>
        <w:tcPr>
          <w:tcW w:w="1361" w:type="dxa"/>
          <w:tcMar>
            <w:left w:w="0" w:type="dxa"/>
            <w:right w:w="0" w:type="dxa"/>
          </w:tcMar>
        </w:tcPr>
        <w:p w14:paraId="2B8CCDF0" w14:textId="77777777" w:rsidR="00FE517B" w:rsidRPr="00B8518B" w:rsidRDefault="00FE517B" w:rsidP="00FC6389">
          <w:pPr>
            <w:pStyle w:val="Zpat"/>
            <w:rPr>
              <w:rStyle w:val="slostrnky"/>
            </w:rPr>
          </w:pPr>
        </w:p>
      </w:tc>
      <w:tc>
        <w:tcPr>
          <w:tcW w:w="3458" w:type="dxa"/>
          <w:shd w:val="clear" w:color="auto" w:fill="auto"/>
          <w:tcMar>
            <w:left w:w="0" w:type="dxa"/>
            <w:right w:w="0" w:type="dxa"/>
          </w:tcMar>
        </w:tcPr>
        <w:p w14:paraId="53C52B3B" w14:textId="77777777" w:rsidR="00FE517B" w:rsidRDefault="00FE517B" w:rsidP="00FC6389">
          <w:pPr>
            <w:pStyle w:val="Zpat"/>
          </w:pPr>
        </w:p>
      </w:tc>
      <w:tc>
        <w:tcPr>
          <w:tcW w:w="5756" w:type="dxa"/>
          <w:shd w:val="clear" w:color="auto" w:fill="auto"/>
          <w:tcMar>
            <w:left w:w="0" w:type="dxa"/>
            <w:right w:w="0" w:type="dxa"/>
          </w:tcMar>
        </w:tcPr>
        <w:p w14:paraId="6F544C22" w14:textId="77777777" w:rsidR="00FE517B" w:rsidRDefault="00FE517B" w:rsidP="00FC6389">
          <w:pPr>
            <w:pStyle w:val="Druhdokumentu"/>
            <w:rPr>
              <w:b w:val="0"/>
              <w:sz w:val="16"/>
              <w:szCs w:val="16"/>
            </w:rPr>
          </w:pPr>
        </w:p>
        <w:p w14:paraId="5E962325" w14:textId="77777777" w:rsidR="00FE517B" w:rsidRDefault="00FE517B" w:rsidP="00FC6389">
          <w:pPr>
            <w:pStyle w:val="Druhdokumentu"/>
            <w:rPr>
              <w:b w:val="0"/>
              <w:sz w:val="16"/>
              <w:szCs w:val="16"/>
            </w:rPr>
          </w:pPr>
        </w:p>
        <w:p w14:paraId="63D78D97" w14:textId="77777777" w:rsidR="00FE517B" w:rsidRDefault="00FE517B" w:rsidP="00FC6389">
          <w:pPr>
            <w:pStyle w:val="Druhdokumentu"/>
            <w:rPr>
              <w:b w:val="0"/>
              <w:sz w:val="16"/>
              <w:szCs w:val="16"/>
            </w:rPr>
          </w:pPr>
        </w:p>
        <w:p w14:paraId="02418952" w14:textId="77777777" w:rsidR="00FE517B" w:rsidRDefault="00FE517B" w:rsidP="00FC6389">
          <w:pPr>
            <w:pStyle w:val="Druhdokumentu"/>
            <w:rPr>
              <w:b w:val="0"/>
              <w:sz w:val="16"/>
              <w:szCs w:val="16"/>
            </w:rPr>
          </w:pPr>
        </w:p>
        <w:p w14:paraId="31886A74" w14:textId="0BEF9C08" w:rsidR="00FE517B" w:rsidRPr="00AF2741" w:rsidRDefault="00FE517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FE517B" w:rsidRPr="00AF2741" w:rsidRDefault="00FE517B" w:rsidP="00FC6389">
          <w:pPr>
            <w:pStyle w:val="Druhdokumentu"/>
            <w:rPr>
              <w:b w:val="0"/>
            </w:rPr>
          </w:pPr>
        </w:p>
      </w:tc>
    </w:tr>
    <w:tr w:rsidR="00FE517B" w14:paraId="158F7373" w14:textId="77777777" w:rsidTr="00B22106">
      <w:trPr>
        <w:trHeight w:hRule="exact" w:val="936"/>
      </w:trPr>
      <w:tc>
        <w:tcPr>
          <w:tcW w:w="1361" w:type="dxa"/>
          <w:tcMar>
            <w:left w:w="0" w:type="dxa"/>
            <w:right w:w="0" w:type="dxa"/>
          </w:tcMar>
        </w:tcPr>
        <w:p w14:paraId="271D6267" w14:textId="77777777" w:rsidR="00FE517B" w:rsidRPr="00B8518B" w:rsidRDefault="00FE517B" w:rsidP="00FC6389">
          <w:pPr>
            <w:pStyle w:val="Zpat"/>
            <w:rPr>
              <w:rStyle w:val="slostrnky"/>
            </w:rPr>
          </w:pPr>
        </w:p>
      </w:tc>
      <w:tc>
        <w:tcPr>
          <w:tcW w:w="3458" w:type="dxa"/>
          <w:shd w:val="clear" w:color="auto" w:fill="auto"/>
          <w:tcMar>
            <w:left w:w="0" w:type="dxa"/>
            <w:right w:w="0" w:type="dxa"/>
          </w:tcMar>
        </w:tcPr>
        <w:p w14:paraId="2D54CAC2" w14:textId="3D722A94" w:rsidR="00FE517B" w:rsidRDefault="00FE517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FE517B" w:rsidRDefault="00FE517B" w:rsidP="00056BC3">
          <w:pPr>
            <w:pStyle w:val="Druhdokumentu"/>
            <w:rPr>
              <w:b w:val="0"/>
              <w:color w:val="auto"/>
              <w:sz w:val="16"/>
              <w:szCs w:val="16"/>
              <w:highlight w:val="green"/>
            </w:rPr>
          </w:pPr>
        </w:p>
        <w:p w14:paraId="0F73B4BB" w14:textId="4AB0C231" w:rsidR="00FE517B" w:rsidRPr="00843429" w:rsidRDefault="00FE517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FE517B" w:rsidRPr="00D6163D" w:rsidRDefault="00FE517B"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FE517B" w:rsidRPr="00D6163D" w:rsidRDefault="00FE517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FE517B" w:rsidRPr="00460660" w:rsidRDefault="00FE517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E517B" w14:paraId="3F1F66F6" w14:textId="77777777" w:rsidTr="00C02D0A">
      <w:trPr>
        <w:trHeight w:hRule="exact" w:val="454"/>
      </w:trPr>
      <w:tc>
        <w:tcPr>
          <w:tcW w:w="1361" w:type="dxa"/>
          <w:tcMar>
            <w:top w:w="57" w:type="dxa"/>
            <w:left w:w="0" w:type="dxa"/>
            <w:right w:w="0" w:type="dxa"/>
          </w:tcMar>
        </w:tcPr>
        <w:p w14:paraId="51144C71" w14:textId="77777777" w:rsidR="00FE517B" w:rsidRPr="00B8518B" w:rsidRDefault="00FE517B" w:rsidP="00523EA7">
          <w:pPr>
            <w:pStyle w:val="Zpat"/>
            <w:rPr>
              <w:rStyle w:val="slostrnky"/>
            </w:rPr>
          </w:pPr>
        </w:p>
      </w:tc>
      <w:tc>
        <w:tcPr>
          <w:tcW w:w="3458" w:type="dxa"/>
          <w:shd w:val="clear" w:color="auto" w:fill="auto"/>
          <w:tcMar>
            <w:top w:w="57" w:type="dxa"/>
            <w:left w:w="0" w:type="dxa"/>
            <w:right w:w="0" w:type="dxa"/>
          </w:tcMar>
        </w:tcPr>
        <w:p w14:paraId="12C575FA" w14:textId="77777777" w:rsidR="00FE517B" w:rsidRDefault="00FE517B" w:rsidP="00523EA7">
          <w:pPr>
            <w:pStyle w:val="Zpat"/>
          </w:pPr>
        </w:p>
      </w:tc>
      <w:tc>
        <w:tcPr>
          <w:tcW w:w="5698" w:type="dxa"/>
          <w:shd w:val="clear" w:color="auto" w:fill="auto"/>
          <w:tcMar>
            <w:top w:w="57" w:type="dxa"/>
            <w:left w:w="0" w:type="dxa"/>
            <w:right w:w="0" w:type="dxa"/>
          </w:tcMar>
        </w:tcPr>
        <w:p w14:paraId="3C4BB304" w14:textId="77777777" w:rsidR="00FE517B" w:rsidRPr="00D6163D" w:rsidRDefault="00FE517B" w:rsidP="00D6163D">
          <w:pPr>
            <w:pStyle w:val="Druhdokumentu"/>
          </w:pPr>
        </w:p>
      </w:tc>
    </w:tr>
  </w:tbl>
  <w:p w14:paraId="32BDC249" w14:textId="77777777" w:rsidR="00FE517B" w:rsidRPr="00D6163D" w:rsidRDefault="00FE517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E517B" w14:paraId="675D91C3" w14:textId="77777777" w:rsidTr="00C02D0A">
      <w:trPr>
        <w:trHeight w:hRule="exact" w:val="454"/>
      </w:trPr>
      <w:tc>
        <w:tcPr>
          <w:tcW w:w="1361" w:type="dxa"/>
          <w:tcMar>
            <w:top w:w="57" w:type="dxa"/>
            <w:left w:w="0" w:type="dxa"/>
            <w:right w:w="0" w:type="dxa"/>
          </w:tcMar>
        </w:tcPr>
        <w:p w14:paraId="504FED56" w14:textId="77777777" w:rsidR="00FE517B" w:rsidRPr="00B8518B" w:rsidRDefault="00FE517B" w:rsidP="00523EA7">
          <w:pPr>
            <w:pStyle w:val="Zpat"/>
            <w:rPr>
              <w:rStyle w:val="slostrnky"/>
            </w:rPr>
          </w:pPr>
        </w:p>
      </w:tc>
      <w:tc>
        <w:tcPr>
          <w:tcW w:w="3458" w:type="dxa"/>
          <w:shd w:val="clear" w:color="auto" w:fill="auto"/>
          <w:tcMar>
            <w:top w:w="57" w:type="dxa"/>
            <w:left w:w="0" w:type="dxa"/>
            <w:right w:w="0" w:type="dxa"/>
          </w:tcMar>
        </w:tcPr>
        <w:p w14:paraId="2550CFA4" w14:textId="77777777" w:rsidR="00FE517B" w:rsidRDefault="00FE517B" w:rsidP="00523EA7">
          <w:pPr>
            <w:pStyle w:val="Zpat"/>
          </w:pPr>
        </w:p>
      </w:tc>
      <w:tc>
        <w:tcPr>
          <w:tcW w:w="5698" w:type="dxa"/>
          <w:shd w:val="clear" w:color="auto" w:fill="auto"/>
          <w:tcMar>
            <w:top w:w="57" w:type="dxa"/>
            <w:left w:w="0" w:type="dxa"/>
            <w:right w:w="0" w:type="dxa"/>
          </w:tcMar>
        </w:tcPr>
        <w:p w14:paraId="283A806D" w14:textId="77777777" w:rsidR="00FE517B" w:rsidRPr="00D6163D" w:rsidRDefault="00FE517B" w:rsidP="00D6163D">
          <w:pPr>
            <w:pStyle w:val="Druhdokumentu"/>
          </w:pPr>
        </w:p>
      </w:tc>
    </w:tr>
  </w:tbl>
  <w:p w14:paraId="0BADE093" w14:textId="77777777" w:rsidR="00FE517B" w:rsidRPr="00D6163D" w:rsidRDefault="00FE517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E517B" w14:paraId="7F905E6B" w14:textId="77777777" w:rsidTr="00C02D0A">
      <w:trPr>
        <w:trHeight w:hRule="exact" w:val="454"/>
      </w:trPr>
      <w:tc>
        <w:tcPr>
          <w:tcW w:w="1361" w:type="dxa"/>
          <w:tcMar>
            <w:top w:w="57" w:type="dxa"/>
            <w:left w:w="0" w:type="dxa"/>
            <w:right w:w="0" w:type="dxa"/>
          </w:tcMar>
        </w:tcPr>
        <w:p w14:paraId="37D5EB89" w14:textId="77777777" w:rsidR="00FE517B" w:rsidRPr="00B8518B" w:rsidRDefault="00FE517B" w:rsidP="00523EA7">
          <w:pPr>
            <w:pStyle w:val="Zpat"/>
            <w:rPr>
              <w:rStyle w:val="slostrnky"/>
            </w:rPr>
          </w:pPr>
        </w:p>
      </w:tc>
      <w:tc>
        <w:tcPr>
          <w:tcW w:w="3458" w:type="dxa"/>
          <w:shd w:val="clear" w:color="auto" w:fill="auto"/>
          <w:tcMar>
            <w:top w:w="57" w:type="dxa"/>
            <w:left w:w="0" w:type="dxa"/>
            <w:right w:w="0" w:type="dxa"/>
          </w:tcMar>
        </w:tcPr>
        <w:p w14:paraId="24B9BE83" w14:textId="77777777" w:rsidR="00FE517B" w:rsidRDefault="00FE517B" w:rsidP="00523EA7">
          <w:pPr>
            <w:pStyle w:val="Zpat"/>
          </w:pPr>
        </w:p>
      </w:tc>
      <w:tc>
        <w:tcPr>
          <w:tcW w:w="5698" w:type="dxa"/>
          <w:shd w:val="clear" w:color="auto" w:fill="auto"/>
          <w:tcMar>
            <w:top w:w="57" w:type="dxa"/>
            <w:left w:w="0" w:type="dxa"/>
            <w:right w:w="0" w:type="dxa"/>
          </w:tcMar>
        </w:tcPr>
        <w:p w14:paraId="04CE75F8" w14:textId="77777777" w:rsidR="00FE517B" w:rsidRPr="00D6163D" w:rsidRDefault="00FE517B" w:rsidP="00D6163D">
          <w:pPr>
            <w:pStyle w:val="Druhdokumentu"/>
          </w:pPr>
        </w:p>
      </w:tc>
    </w:tr>
  </w:tbl>
  <w:p w14:paraId="608318F8" w14:textId="77777777" w:rsidR="00FE517B" w:rsidRPr="00D6163D" w:rsidRDefault="00FE517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E517B" w14:paraId="19DA0765" w14:textId="77777777" w:rsidTr="00C02D0A">
      <w:trPr>
        <w:trHeight w:hRule="exact" w:val="454"/>
      </w:trPr>
      <w:tc>
        <w:tcPr>
          <w:tcW w:w="1361" w:type="dxa"/>
          <w:tcMar>
            <w:top w:w="57" w:type="dxa"/>
            <w:left w:w="0" w:type="dxa"/>
            <w:right w:w="0" w:type="dxa"/>
          </w:tcMar>
        </w:tcPr>
        <w:p w14:paraId="491C1C1D" w14:textId="77777777" w:rsidR="00FE517B" w:rsidRPr="00B8518B" w:rsidRDefault="00FE517B" w:rsidP="00523EA7">
          <w:pPr>
            <w:pStyle w:val="Zpat"/>
            <w:rPr>
              <w:rStyle w:val="slostrnky"/>
            </w:rPr>
          </w:pPr>
        </w:p>
      </w:tc>
      <w:tc>
        <w:tcPr>
          <w:tcW w:w="3458" w:type="dxa"/>
          <w:shd w:val="clear" w:color="auto" w:fill="auto"/>
          <w:tcMar>
            <w:top w:w="57" w:type="dxa"/>
            <w:left w:w="0" w:type="dxa"/>
            <w:right w:w="0" w:type="dxa"/>
          </w:tcMar>
        </w:tcPr>
        <w:p w14:paraId="566F6471" w14:textId="77777777" w:rsidR="00FE517B" w:rsidRDefault="00FE517B" w:rsidP="00523EA7">
          <w:pPr>
            <w:pStyle w:val="Zpat"/>
          </w:pPr>
        </w:p>
      </w:tc>
      <w:tc>
        <w:tcPr>
          <w:tcW w:w="5698" w:type="dxa"/>
          <w:shd w:val="clear" w:color="auto" w:fill="auto"/>
          <w:tcMar>
            <w:top w:w="57" w:type="dxa"/>
            <w:left w:w="0" w:type="dxa"/>
            <w:right w:w="0" w:type="dxa"/>
          </w:tcMar>
        </w:tcPr>
        <w:p w14:paraId="0A6D3013" w14:textId="77777777" w:rsidR="00FE517B" w:rsidRPr="00D6163D" w:rsidRDefault="00FE517B" w:rsidP="00D6163D">
          <w:pPr>
            <w:pStyle w:val="Druhdokumentu"/>
          </w:pPr>
        </w:p>
      </w:tc>
    </w:tr>
  </w:tbl>
  <w:p w14:paraId="5C5A73E6" w14:textId="77777777" w:rsidR="00FE517B" w:rsidRPr="00D6163D" w:rsidRDefault="00FE517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6463124">
    <w:abstractNumId w:val="7"/>
  </w:num>
  <w:num w:numId="2" w16cid:durableId="108934825">
    <w:abstractNumId w:val="1"/>
  </w:num>
  <w:num w:numId="3" w16cid:durableId="879320453">
    <w:abstractNumId w:val="21"/>
  </w:num>
  <w:num w:numId="4" w16cid:durableId="1176653407">
    <w:abstractNumId w:val="9"/>
  </w:num>
  <w:num w:numId="5" w16cid:durableId="10435552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48991544">
    <w:abstractNumId w:val="11"/>
  </w:num>
  <w:num w:numId="7" w16cid:durableId="681051224">
    <w:abstractNumId w:val="17"/>
  </w:num>
  <w:num w:numId="8" w16cid:durableId="54663057">
    <w:abstractNumId w:val="20"/>
  </w:num>
  <w:num w:numId="9" w16cid:durableId="443113569">
    <w:abstractNumId w:val="0"/>
  </w:num>
  <w:num w:numId="10" w16cid:durableId="1942643813">
    <w:abstractNumId w:val="5"/>
  </w:num>
  <w:num w:numId="11" w16cid:durableId="1506632272">
    <w:abstractNumId w:val="22"/>
  </w:num>
  <w:num w:numId="12" w16cid:durableId="611938233">
    <w:abstractNumId w:val="0"/>
  </w:num>
  <w:num w:numId="13" w16cid:durableId="417484607">
    <w:abstractNumId w:val="5"/>
  </w:num>
  <w:num w:numId="14" w16cid:durableId="249588313">
    <w:abstractNumId w:val="5"/>
  </w:num>
  <w:num w:numId="15" w16cid:durableId="1359158970">
    <w:abstractNumId w:val="11"/>
  </w:num>
  <w:num w:numId="16" w16cid:durableId="71590487">
    <w:abstractNumId w:val="11"/>
  </w:num>
  <w:num w:numId="17" w16cid:durableId="1881940750">
    <w:abstractNumId w:val="11"/>
  </w:num>
  <w:num w:numId="18" w16cid:durableId="1232884372">
    <w:abstractNumId w:val="17"/>
  </w:num>
  <w:num w:numId="19" w16cid:durableId="2143186280">
    <w:abstractNumId w:val="17"/>
  </w:num>
  <w:num w:numId="20" w16cid:durableId="552277671">
    <w:abstractNumId w:val="17"/>
  </w:num>
  <w:num w:numId="21" w16cid:durableId="757137539">
    <w:abstractNumId w:val="20"/>
  </w:num>
  <w:num w:numId="22" w16cid:durableId="1552108293">
    <w:abstractNumId w:val="0"/>
  </w:num>
  <w:num w:numId="23" w16cid:durableId="2021394742">
    <w:abstractNumId w:val="0"/>
  </w:num>
  <w:num w:numId="24" w16cid:durableId="381566029">
    <w:abstractNumId w:val="5"/>
  </w:num>
  <w:num w:numId="25" w16cid:durableId="1129594851">
    <w:abstractNumId w:val="5"/>
  </w:num>
  <w:num w:numId="26" w16cid:durableId="881552034">
    <w:abstractNumId w:val="22"/>
  </w:num>
  <w:num w:numId="27" w16cid:durableId="1679695000">
    <w:abstractNumId w:val="13"/>
  </w:num>
  <w:num w:numId="28" w16cid:durableId="702949600">
    <w:abstractNumId w:val="4"/>
  </w:num>
  <w:num w:numId="29" w16cid:durableId="19004829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30317662">
    <w:abstractNumId w:val="14"/>
  </w:num>
  <w:num w:numId="31" w16cid:durableId="4420708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09092784">
    <w:abstractNumId w:val="18"/>
  </w:num>
  <w:num w:numId="33" w16cid:durableId="15213097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86748923">
    <w:abstractNumId w:val="8"/>
  </w:num>
  <w:num w:numId="35" w16cid:durableId="1215238722">
    <w:abstractNumId w:val="10"/>
  </w:num>
  <w:num w:numId="36" w16cid:durableId="267155655">
    <w:abstractNumId w:val="6"/>
  </w:num>
  <w:num w:numId="37" w16cid:durableId="381830445">
    <w:abstractNumId w:val="12"/>
  </w:num>
  <w:num w:numId="38" w16cid:durableId="14481622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29255692">
    <w:abstractNumId w:val="0"/>
  </w:num>
  <w:num w:numId="40" w16cid:durableId="987637511">
    <w:abstractNumId w:val="23"/>
  </w:num>
  <w:num w:numId="41" w16cid:durableId="432214049">
    <w:abstractNumId w:val="3"/>
  </w:num>
  <w:num w:numId="42" w16cid:durableId="721290503">
    <w:abstractNumId w:val="0"/>
  </w:num>
  <w:num w:numId="43" w16cid:durableId="553349175">
    <w:abstractNumId w:val="0"/>
  </w:num>
  <w:num w:numId="44" w16cid:durableId="853345151">
    <w:abstractNumId w:val="2"/>
  </w:num>
  <w:num w:numId="45" w16cid:durableId="2147163841">
    <w:abstractNumId w:val="0"/>
  </w:num>
  <w:num w:numId="46" w16cid:durableId="497234443">
    <w:abstractNumId w:val="19"/>
  </w:num>
  <w:num w:numId="47" w16cid:durableId="2138256670">
    <w:abstractNumId w:val="0"/>
  </w:num>
  <w:num w:numId="48" w16cid:durableId="972171132">
    <w:abstractNumId w:val="15"/>
  </w:num>
  <w:num w:numId="49" w16cid:durableId="1581325613">
    <w:abstractNumId w:val="0"/>
  </w:num>
  <w:num w:numId="50" w16cid:durableId="20699133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1910"/>
    <w:rsid w:val="002C31BF"/>
    <w:rsid w:val="002C3F01"/>
    <w:rsid w:val="002C6A93"/>
    <w:rsid w:val="002C7A28"/>
    <w:rsid w:val="002D7FD6"/>
    <w:rsid w:val="002E0CD7"/>
    <w:rsid w:val="002E0CFB"/>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3B78"/>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6A53"/>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4BF3"/>
    <w:rsid w:val="005C56F4"/>
    <w:rsid w:val="005D3C39"/>
    <w:rsid w:val="005F5FFB"/>
    <w:rsid w:val="00601A8C"/>
    <w:rsid w:val="0061068E"/>
    <w:rsid w:val="006115D3"/>
    <w:rsid w:val="00611DEA"/>
    <w:rsid w:val="006541D7"/>
    <w:rsid w:val="0065610E"/>
    <w:rsid w:val="00660AD3"/>
    <w:rsid w:val="00667D88"/>
    <w:rsid w:val="006776B6"/>
    <w:rsid w:val="00677D89"/>
    <w:rsid w:val="00683271"/>
    <w:rsid w:val="00693150"/>
    <w:rsid w:val="00696E29"/>
    <w:rsid w:val="006A0983"/>
    <w:rsid w:val="006A347D"/>
    <w:rsid w:val="006A3818"/>
    <w:rsid w:val="006A5570"/>
    <w:rsid w:val="006A689C"/>
    <w:rsid w:val="006B3D79"/>
    <w:rsid w:val="006B6FE4"/>
    <w:rsid w:val="006C0B7C"/>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46CC9"/>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094"/>
    <w:rsid w:val="00D6163D"/>
    <w:rsid w:val="00D65B4A"/>
    <w:rsid w:val="00D831A3"/>
    <w:rsid w:val="00D94010"/>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4C7A"/>
    <w:rsid w:val="00F762A8"/>
    <w:rsid w:val="00F86BA6"/>
    <w:rsid w:val="00F95FBD"/>
    <w:rsid w:val="00FA793F"/>
    <w:rsid w:val="00FB0D7B"/>
    <w:rsid w:val="00FB30FE"/>
    <w:rsid w:val="00FB3C00"/>
    <w:rsid w:val="00FB6342"/>
    <w:rsid w:val="00FC6389"/>
    <w:rsid w:val="00FE517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776485"/>
    <w:rsid w:val="008C679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6DF2DCC-CE7E-49A7-8622-A881C75C6108}">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676</TotalTime>
  <Pages>29</Pages>
  <Words>7838</Words>
  <Characters>46251</Characters>
  <Application>Microsoft Office Word</Application>
  <DocSecurity>0</DocSecurity>
  <Lines>385</Lines>
  <Paragraphs>107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21</cp:revision>
  <cp:lastPrinted>2019-09-27T11:09:00Z</cp:lastPrinted>
  <dcterms:created xsi:type="dcterms:W3CDTF">2021-06-30T11:47:00Z</dcterms:created>
  <dcterms:modified xsi:type="dcterms:W3CDTF">2023-04-14T04:54:00Z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